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6C6D1" w14:textId="6C7C380B" w:rsidR="00BF22CB" w:rsidRPr="00AC6307" w:rsidRDefault="006127C5" w:rsidP="00BF22CB">
      <w:pPr>
        <w:rPr>
          <w:b/>
          <w:sz w:val="28"/>
          <w:szCs w:val="28"/>
        </w:rPr>
      </w:pPr>
      <w:r>
        <w:rPr>
          <w:b/>
          <w:sz w:val="28"/>
          <w:szCs w:val="28"/>
        </w:rPr>
        <w:t>SAE</w:t>
      </w:r>
      <w:bookmarkStart w:id="0" w:name="_GoBack"/>
      <w:bookmarkEnd w:id="0"/>
      <w:r w:rsidR="00AC6307" w:rsidRPr="00AC6307">
        <w:rPr>
          <w:b/>
          <w:sz w:val="28"/>
          <w:szCs w:val="28"/>
        </w:rPr>
        <w:t xml:space="preserve"> – Dreams in Art - </w:t>
      </w:r>
      <w:r w:rsidR="00BF22CB" w:rsidRPr="00AC6307">
        <w:rPr>
          <w:b/>
          <w:sz w:val="28"/>
          <w:szCs w:val="28"/>
        </w:rPr>
        <w:t>Reflections</w:t>
      </w:r>
    </w:p>
    <w:p w14:paraId="508617BE" w14:textId="217390F6" w:rsidR="00BF22CB" w:rsidRDefault="00BF22CB" w:rsidP="00BF22CB">
      <w:r>
        <w:t>Here is your assessment rubric for this part of the project</w:t>
      </w:r>
    </w:p>
    <w:p w14:paraId="4349A95E" w14:textId="6A68A371" w:rsidR="00BF22CB" w:rsidRDefault="002A2D58" w:rsidP="00BF22CB">
      <w:r>
        <w:rPr>
          <w:noProof/>
          <w:lang w:eastAsia="en-US"/>
        </w:rPr>
        <mc:AlternateContent>
          <mc:Choice Requires="wps">
            <w:drawing>
              <wp:anchor distT="0" distB="0" distL="114300" distR="114300" simplePos="0" relativeHeight="251672576" behindDoc="0" locked="0" layoutInCell="1" allowOverlap="1" wp14:anchorId="4B531625" wp14:editId="4D855917">
                <wp:simplePos x="0" y="0"/>
                <wp:positionH relativeFrom="column">
                  <wp:posOffset>-227330</wp:posOffset>
                </wp:positionH>
                <wp:positionV relativeFrom="paragraph">
                  <wp:posOffset>-88265</wp:posOffset>
                </wp:positionV>
                <wp:extent cx="7086600" cy="6620719"/>
                <wp:effectExtent l="0" t="0" r="0" b="8890"/>
                <wp:wrapNone/>
                <wp:docPr id="1" name="Text Box 1"/>
                <wp:cNvGraphicFramePr/>
                <a:graphic xmlns:a="http://schemas.openxmlformats.org/drawingml/2006/main">
                  <a:graphicData uri="http://schemas.microsoft.com/office/word/2010/wordprocessingShape">
                    <wps:wsp>
                      <wps:cNvSpPr txBox="1"/>
                      <wps:spPr>
                        <a:xfrm>
                          <a:off x="0" y="0"/>
                          <a:ext cx="7086600" cy="66207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023" w:type="dxa"/>
                              <w:tblLayout w:type="fixed"/>
                              <w:tblLook w:val="04A0" w:firstRow="1" w:lastRow="0" w:firstColumn="1" w:lastColumn="0" w:noHBand="0" w:noVBand="1"/>
                            </w:tblPr>
                            <w:tblGrid>
                              <w:gridCol w:w="850"/>
                              <w:gridCol w:w="2020"/>
                              <w:gridCol w:w="1358"/>
                              <w:gridCol w:w="1359"/>
                              <w:gridCol w:w="1359"/>
                              <w:gridCol w:w="1359"/>
                              <w:gridCol w:w="1359"/>
                              <w:gridCol w:w="1359"/>
                            </w:tblGrid>
                            <w:tr w:rsidR="00094FF0" w14:paraId="1BFAB8B8" w14:textId="77777777" w:rsidTr="002A2D58">
                              <w:trPr>
                                <w:trHeight w:val="1427"/>
                              </w:trPr>
                              <w:tc>
                                <w:tcPr>
                                  <w:tcW w:w="850" w:type="dxa"/>
                                  <w:textDirection w:val="btLr"/>
                                  <w:vAlign w:val="center"/>
                                </w:tcPr>
                                <w:p w14:paraId="5F7EE090" w14:textId="77777777" w:rsidR="00094FF0" w:rsidRDefault="00094FF0" w:rsidP="002A2D58">
                                  <w:pPr>
                                    <w:ind w:left="113" w:right="113"/>
                                    <w:jc w:val="center"/>
                                  </w:pPr>
                                  <w:r>
                                    <w:t xml:space="preserve">   </w:t>
                                  </w:r>
                                </w:p>
                              </w:tc>
                              <w:tc>
                                <w:tcPr>
                                  <w:tcW w:w="2020" w:type="dxa"/>
                                  <w:vAlign w:val="center"/>
                                </w:tcPr>
                                <w:p w14:paraId="2179E54E" w14:textId="77777777" w:rsidR="00094FF0" w:rsidRPr="00152CC4" w:rsidRDefault="00094FF0" w:rsidP="002A2D58">
                                  <w:pPr>
                                    <w:rPr>
                                      <w:color w:val="800000"/>
                                      <w:sz w:val="18"/>
                                      <w:szCs w:val="18"/>
                                    </w:rPr>
                                  </w:pPr>
                                  <w:r w:rsidRPr="00152CC4">
                                    <w:rPr>
                                      <w:color w:val="800000"/>
                                      <w:sz w:val="18"/>
                                      <w:szCs w:val="18"/>
                                    </w:rPr>
                                    <w:t>Highlighted areas below need further development</w:t>
                                  </w:r>
                                </w:p>
                              </w:tc>
                              <w:tc>
                                <w:tcPr>
                                  <w:tcW w:w="1358" w:type="dxa"/>
                                  <w:vAlign w:val="center"/>
                                </w:tcPr>
                                <w:p w14:paraId="5C5EB7E0" w14:textId="77777777" w:rsidR="00094FF0" w:rsidRPr="00AC3FB4" w:rsidRDefault="00094FF0" w:rsidP="002A2D58">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38C104B6" w14:textId="77777777" w:rsidR="00094FF0" w:rsidRDefault="00094FF0">
                                  <w:pPr>
                                    <w:rPr>
                                      <w:sz w:val="18"/>
                                      <w:szCs w:val="18"/>
                                    </w:rPr>
                                  </w:pPr>
                                  <w:r>
                                    <w:rPr>
                                      <w:sz w:val="18"/>
                                      <w:szCs w:val="18"/>
                                    </w:rPr>
                                    <w:t>Response shows an complete understanding of the concepts</w:t>
                                  </w:r>
                                </w:p>
                              </w:tc>
                              <w:tc>
                                <w:tcPr>
                                  <w:tcW w:w="1359" w:type="dxa"/>
                                  <w:shd w:val="clear" w:color="auto" w:fill="auto"/>
                                  <w:vAlign w:val="center"/>
                                </w:tcPr>
                                <w:p w14:paraId="5FDE8904" w14:textId="77777777" w:rsidR="00094FF0" w:rsidRDefault="00094FF0">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773B428E" w14:textId="77777777" w:rsidR="00094FF0" w:rsidRPr="00AC3FB4" w:rsidRDefault="00094FF0" w:rsidP="002A2D58">
                                  <w:pPr>
                                    <w:rPr>
                                      <w:sz w:val="18"/>
                                      <w:szCs w:val="18"/>
                                    </w:rPr>
                                  </w:pPr>
                                  <w:r>
                                    <w:rPr>
                                      <w:sz w:val="18"/>
                                      <w:szCs w:val="18"/>
                                    </w:rPr>
                                    <w:t>Response shows an emerging understanding of the concepts</w:t>
                                  </w:r>
                                </w:p>
                              </w:tc>
                              <w:tc>
                                <w:tcPr>
                                  <w:tcW w:w="1359" w:type="dxa"/>
                                  <w:shd w:val="clear" w:color="auto" w:fill="auto"/>
                                  <w:vAlign w:val="center"/>
                                </w:tcPr>
                                <w:p w14:paraId="37753533" w14:textId="77777777" w:rsidR="00094FF0" w:rsidRPr="00AC3FB4" w:rsidRDefault="00094FF0" w:rsidP="002A2D58">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2686C9DC" w14:textId="77777777" w:rsidR="00094FF0" w:rsidRPr="00AC3FB4" w:rsidRDefault="00094FF0" w:rsidP="002A2D58">
                                  <w:pPr>
                                    <w:rPr>
                                      <w:sz w:val="18"/>
                                      <w:szCs w:val="18"/>
                                    </w:rPr>
                                  </w:pPr>
                                  <w:r>
                                    <w:rPr>
                                      <w:sz w:val="18"/>
                                      <w:szCs w:val="18"/>
                                    </w:rPr>
                                    <w:t>Response not present or completely misses the mark</w:t>
                                  </w:r>
                                </w:p>
                              </w:tc>
                            </w:tr>
                            <w:tr w:rsidR="00094FF0" w14:paraId="5372AF40" w14:textId="77777777" w:rsidTr="002A2D58">
                              <w:trPr>
                                <w:trHeight w:val="1427"/>
                              </w:trPr>
                              <w:tc>
                                <w:tcPr>
                                  <w:tcW w:w="850" w:type="dxa"/>
                                  <w:vMerge w:val="restart"/>
                                  <w:shd w:val="clear" w:color="auto" w:fill="auto"/>
                                  <w:textDirection w:val="btLr"/>
                                  <w:vAlign w:val="center"/>
                                </w:tcPr>
                                <w:p w14:paraId="7C8D1C5E" w14:textId="77777777" w:rsidR="00094FF0" w:rsidRPr="00BF22CB" w:rsidRDefault="00094FF0" w:rsidP="002A2D58">
                                  <w:pPr>
                                    <w:ind w:left="113" w:right="113"/>
                                    <w:jc w:val="center"/>
                                  </w:pPr>
                                  <w:r>
                                    <w:t>Reflect</w:t>
                                  </w:r>
                                </w:p>
                              </w:tc>
                              <w:tc>
                                <w:tcPr>
                                  <w:tcW w:w="2020" w:type="dxa"/>
                                  <w:shd w:val="clear" w:color="auto" w:fill="8DB3E2" w:themeFill="text2" w:themeFillTint="66"/>
                                </w:tcPr>
                                <w:p w14:paraId="4C8644D3" w14:textId="77777777" w:rsidR="00094FF0" w:rsidRPr="00800E17" w:rsidRDefault="00094FF0" w:rsidP="002A2D58">
                                  <w:pPr>
                                    <w:rPr>
                                      <w:b/>
                                    </w:rPr>
                                  </w:pPr>
                                  <w:r w:rsidRPr="00800E17">
                                    <w:rPr>
                                      <w:b/>
                                    </w:rPr>
                                    <w:t xml:space="preserve">Form – </w:t>
                                  </w:r>
                                  <w:r w:rsidRPr="00800E17">
                                    <w:t>your writing shows a</w:t>
                                  </w:r>
                                  <w:r>
                                    <w:t xml:space="preserve"> good understanding of how you </w:t>
                                  </w:r>
                                  <w:r w:rsidRPr="00800E17">
                                    <w:t xml:space="preserve">used visual language </w:t>
                                  </w:r>
                                  <w:r>
                                    <w:t>to express yo</w:t>
                                  </w:r>
                                  <w:r w:rsidRPr="00800E17">
                                    <w:t>ur ideas.</w:t>
                                  </w:r>
                                </w:p>
                              </w:tc>
                              <w:tc>
                                <w:tcPr>
                                  <w:tcW w:w="1358" w:type="dxa"/>
                                  <w:vAlign w:val="center"/>
                                </w:tcPr>
                                <w:p w14:paraId="560B2419" w14:textId="77777777" w:rsidR="00094FF0" w:rsidRDefault="00094FF0" w:rsidP="002A2D58">
                                  <w:pPr>
                                    <w:jc w:val="center"/>
                                  </w:pPr>
                                  <w:r>
                                    <w:t>20</w:t>
                                  </w:r>
                                </w:p>
                              </w:tc>
                              <w:tc>
                                <w:tcPr>
                                  <w:tcW w:w="1359" w:type="dxa"/>
                                  <w:shd w:val="clear" w:color="auto" w:fill="DDD9C3" w:themeFill="background2" w:themeFillShade="E6"/>
                                  <w:vAlign w:val="center"/>
                                </w:tcPr>
                                <w:p w14:paraId="0474BDEF" w14:textId="77777777" w:rsidR="00094FF0" w:rsidRDefault="00094FF0" w:rsidP="002A2D58">
                                  <w:pPr>
                                    <w:jc w:val="center"/>
                                  </w:pPr>
                                  <w:r>
                                    <w:t>19</w:t>
                                  </w:r>
                                </w:p>
                              </w:tc>
                              <w:tc>
                                <w:tcPr>
                                  <w:tcW w:w="1359" w:type="dxa"/>
                                  <w:shd w:val="clear" w:color="auto" w:fill="auto"/>
                                  <w:vAlign w:val="center"/>
                                </w:tcPr>
                                <w:p w14:paraId="0DA72E0D" w14:textId="77777777" w:rsidR="00094FF0" w:rsidRDefault="00094FF0" w:rsidP="002A2D58">
                                  <w:pPr>
                                    <w:jc w:val="center"/>
                                  </w:pPr>
                                  <w:r>
                                    <w:t>17</w:t>
                                  </w:r>
                                </w:p>
                              </w:tc>
                              <w:tc>
                                <w:tcPr>
                                  <w:tcW w:w="1359" w:type="dxa"/>
                                  <w:shd w:val="clear" w:color="auto" w:fill="DDD9C3" w:themeFill="background2" w:themeFillShade="E6"/>
                                  <w:vAlign w:val="center"/>
                                </w:tcPr>
                                <w:p w14:paraId="619E7359" w14:textId="77777777" w:rsidR="00094FF0" w:rsidRDefault="00094FF0" w:rsidP="002A2D58">
                                  <w:pPr>
                                    <w:jc w:val="center"/>
                                  </w:pPr>
                                  <w:r>
                                    <w:t>15</w:t>
                                  </w:r>
                                </w:p>
                              </w:tc>
                              <w:tc>
                                <w:tcPr>
                                  <w:tcW w:w="1359" w:type="dxa"/>
                                  <w:shd w:val="clear" w:color="auto" w:fill="auto"/>
                                  <w:vAlign w:val="center"/>
                                </w:tcPr>
                                <w:p w14:paraId="16BC1A3E" w14:textId="77777777" w:rsidR="00094FF0" w:rsidRDefault="00094FF0" w:rsidP="002A2D58">
                                  <w:pPr>
                                    <w:jc w:val="center"/>
                                  </w:pPr>
                                  <w:r>
                                    <w:t>13</w:t>
                                  </w:r>
                                </w:p>
                              </w:tc>
                              <w:tc>
                                <w:tcPr>
                                  <w:tcW w:w="1359" w:type="dxa"/>
                                  <w:shd w:val="clear" w:color="auto" w:fill="DDD9C3" w:themeFill="background2" w:themeFillShade="E6"/>
                                  <w:vAlign w:val="center"/>
                                </w:tcPr>
                                <w:p w14:paraId="49476822" w14:textId="77777777" w:rsidR="00094FF0" w:rsidRDefault="00094FF0" w:rsidP="002A2D58">
                                  <w:pPr>
                                    <w:jc w:val="center"/>
                                  </w:pPr>
                                  <w:r>
                                    <w:t>11</w:t>
                                  </w:r>
                                </w:p>
                              </w:tc>
                            </w:tr>
                            <w:tr w:rsidR="00094FF0" w14:paraId="3040643C" w14:textId="77777777" w:rsidTr="00BF22CB">
                              <w:trPr>
                                <w:trHeight w:val="1427"/>
                              </w:trPr>
                              <w:tc>
                                <w:tcPr>
                                  <w:tcW w:w="850" w:type="dxa"/>
                                  <w:vMerge/>
                                  <w:shd w:val="clear" w:color="auto" w:fill="auto"/>
                                  <w:textDirection w:val="btLr"/>
                                  <w:vAlign w:val="center"/>
                                </w:tcPr>
                                <w:p w14:paraId="71BA0E5A" w14:textId="77777777" w:rsidR="00094FF0" w:rsidRPr="00622453" w:rsidRDefault="00094FF0" w:rsidP="002A2D58">
                                  <w:pPr>
                                    <w:ind w:left="113" w:right="113"/>
                                    <w:jc w:val="center"/>
                                    <w:rPr>
                                      <w:color w:val="0D0D0D" w:themeColor="text1" w:themeTint="F2"/>
                                    </w:rPr>
                                  </w:pPr>
                                </w:p>
                              </w:tc>
                              <w:tc>
                                <w:tcPr>
                                  <w:tcW w:w="2020" w:type="dxa"/>
                                  <w:shd w:val="clear" w:color="auto" w:fill="E5B8B7" w:themeFill="accent2" w:themeFillTint="66"/>
                                </w:tcPr>
                                <w:p w14:paraId="09C58650" w14:textId="77777777" w:rsidR="00094FF0" w:rsidRDefault="00094FF0" w:rsidP="002A2D58">
                                  <w:r w:rsidRPr="008B0268">
                                    <w:rPr>
                                      <w:b/>
                                    </w:rPr>
                                    <w:t>Theme</w:t>
                                  </w:r>
                                  <w:r>
                                    <w:t xml:space="preserve"> – your writing shows clearly why your “big ideas” are interesting and significant.</w:t>
                                  </w:r>
                                </w:p>
                              </w:tc>
                              <w:tc>
                                <w:tcPr>
                                  <w:tcW w:w="1358" w:type="dxa"/>
                                  <w:vAlign w:val="center"/>
                                </w:tcPr>
                                <w:p w14:paraId="79BE6906" w14:textId="77777777" w:rsidR="00094FF0" w:rsidRDefault="00094FF0" w:rsidP="002A2D58">
                                  <w:pPr>
                                    <w:jc w:val="center"/>
                                  </w:pPr>
                                  <w:r>
                                    <w:t>20</w:t>
                                  </w:r>
                                </w:p>
                              </w:tc>
                              <w:tc>
                                <w:tcPr>
                                  <w:tcW w:w="1359" w:type="dxa"/>
                                  <w:shd w:val="clear" w:color="auto" w:fill="DDD9C3" w:themeFill="background2" w:themeFillShade="E6"/>
                                  <w:vAlign w:val="center"/>
                                </w:tcPr>
                                <w:p w14:paraId="18D013B4" w14:textId="77777777" w:rsidR="00094FF0" w:rsidRDefault="00094FF0" w:rsidP="002A2D58">
                                  <w:pPr>
                                    <w:jc w:val="center"/>
                                  </w:pPr>
                                  <w:r>
                                    <w:t>19</w:t>
                                  </w:r>
                                </w:p>
                              </w:tc>
                              <w:tc>
                                <w:tcPr>
                                  <w:tcW w:w="1359" w:type="dxa"/>
                                  <w:shd w:val="clear" w:color="auto" w:fill="auto"/>
                                  <w:vAlign w:val="center"/>
                                </w:tcPr>
                                <w:p w14:paraId="01909212" w14:textId="77777777" w:rsidR="00094FF0" w:rsidRDefault="00094FF0" w:rsidP="002A2D58">
                                  <w:pPr>
                                    <w:jc w:val="center"/>
                                  </w:pPr>
                                  <w:r>
                                    <w:t>17</w:t>
                                  </w:r>
                                </w:p>
                              </w:tc>
                              <w:tc>
                                <w:tcPr>
                                  <w:tcW w:w="1359" w:type="dxa"/>
                                  <w:shd w:val="clear" w:color="auto" w:fill="DDD9C3" w:themeFill="background2" w:themeFillShade="E6"/>
                                  <w:vAlign w:val="center"/>
                                </w:tcPr>
                                <w:p w14:paraId="2240806D" w14:textId="77777777" w:rsidR="00094FF0" w:rsidRDefault="00094FF0" w:rsidP="002A2D58">
                                  <w:pPr>
                                    <w:jc w:val="center"/>
                                  </w:pPr>
                                  <w:r>
                                    <w:t>15</w:t>
                                  </w:r>
                                </w:p>
                              </w:tc>
                              <w:tc>
                                <w:tcPr>
                                  <w:tcW w:w="1359" w:type="dxa"/>
                                  <w:shd w:val="clear" w:color="auto" w:fill="auto"/>
                                  <w:vAlign w:val="center"/>
                                </w:tcPr>
                                <w:p w14:paraId="1F8B9ECE" w14:textId="77777777" w:rsidR="00094FF0" w:rsidRDefault="00094FF0" w:rsidP="002A2D58">
                                  <w:pPr>
                                    <w:jc w:val="center"/>
                                  </w:pPr>
                                  <w:r>
                                    <w:t>13</w:t>
                                  </w:r>
                                </w:p>
                              </w:tc>
                              <w:tc>
                                <w:tcPr>
                                  <w:tcW w:w="1359" w:type="dxa"/>
                                  <w:shd w:val="clear" w:color="auto" w:fill="DDD9C3" w:themeFill="background2" w:themeFillShade="E6"/>
                                  <w:vAlign w:val="center"/>
                                </w:tcPr>
                                <w:p w14:paraId="4A581592" w14:textId="77777777" w:rsidR="00094FF0" w:rsidRDefault="00094FF0" w:rsidP="002A2D58">
                                  <w:pPr>
                                    <w:jc w:val="center"/>
                                  </w:pPr>
                                  <w:r>
                                    <w:t>11</w:t>
                                  </w:r>
                                </w:p>
                              </w:tc>
                            </w:tr>
                            <w:tr w:rsidR="00094FF0" w14:paraId="41371535" w14:textId="77777777" w:rsidTr="00BF22CB">
                              <w:trPr>
                                <w:trHeight w:val="1427"/>
                              </w:trPr>
                              <w:tc>
                                <w:tcPr>
                                  <w:tcW w:w="850" w:type="dxa"/>
                                  <w:vMerge/>
                                  <w:shd w:val="clear" w:color="auto" w:fill="auto"/>
                                </w:tcPr>
                                <w:p w14:paraId="31521A07" w14:textId="77777777" w:rsidR="00094FF0" w:rsidRDefault="00094FF0" w:rsidP="002A2D58"/>
                              </w:tc>
                              <w:tc>
                                <w:tcPr>
                                  <w:tcW w:w="2020" w:type="dxa"/>
                                  <w:shd w:val="clear" w:color="auto" w:fill="CCC0D9" w:themeFill="accent4" w:themeFillTint="66"/>
                                </w:tcPr>
                                <w:p w14:paraId="35BD5C47" w14:textId="77777777" w:rsidR="00094FF0" w:rsidRDefault="00094FF0" w:rsidP="002A2D58">
                                  <w:r w:rsidRPr="004F33F3">
                                    <w:rPr>
                                      <w:b/>
                                    </w:rPr>
                                    <w:t xml:space="preserve">Context </w:t>
                                  </w:r>
                                  <w:r>
                                    <w:t xml:space="preserve">– your writing clearly shows how you considered context in developing meaning in your artwork </w:t>
                                  </w:r>
                                </w:p>
                              </w:tc>
                              <w:tc>
                                <w:tcPr>
                                  <w:tcW w:w="1358" w:type="dxa"/>
                                  <w:vAlign w:val="center"/>
                                </w:tcPr>
                                <w:p w14:paraId="3C89F28D" w14:textId="77777777" w:rsidR="00094FF0" w:rsidRDefault="00094FF0" w:rsidP="002A2D58">
                                  <w:pPr>
                                    <w:jc w:val="center"/>
                                  </w:pPr>
                                  <w:r>
                                    <w:t>20</w:t>
                                  </w:r>
                                </w:p>
                              </w:tc>
                              <w:tc>
                                <w:tcPr>
                                  <w:tcW w:w="1359" w:type="dxa"/>
                                  <w:shd w:val="clear" w:color="auto" w:fill="DDD9C3" w:themeFill="background2" w:themeFillShade="E6"/>
                                  <w:vAlign w:val="center"/>
                                </w:tcPr>
                                <w:p w14:paraId="132ACE23" w14:textId="77777777" w:rsidR="00094FF0" w:rsidRDefault="00094FF0" w:rsidP="002A2D58">
                                  <w:pPr>
                                    <w:jc w:val="center"/>
                                  </w:pPr>
                                  <w:r>
                                    <w:t>19</w:t>
                                  </w:r>
                                </w:p>
                              </w:tc>
                              <w:tc>
                                <w:tcPr>
                                  <w:tcW w:w="1359" w:type="dxa"/>
                                  <w:shd w:val="clear" w:color="auto" w:fill="auto"/>
                                  <w:vAlign w:val="center"/>
                                </w:tcPr>
                                <w:p w14:paraId="6C32D00E" w14:textId="77777777" w:rsidR="00094FF0" w:rsidRDefault="00094FF0" w:rsidP="002A2D58">
                                  <w:pPr>
                                    <w:jc w:val="center"/>
                                  </w:pPr>
                                  <w:r>
                                    <w:t>17</w:t>
                                  </w:r>
                                </w:p>
                              </w:tc>
                              <w:tc>
                                <w:tcPr>
                                  <w:tcW w:w="1359" w:type="dxa"/>
                                  <w:shd w:val="clear" w:color="auto" w:fill="DDD9C3" w:themeFill="background2" w:themeFillShade="E6"/>
                                  <w:vAlign w:val="center"/>
                                </w:tcPr>
                                <w:p w14:paraId="7464A3E4" w14:textId="77777777" w:rsidR="00094FF0" w:rsidRDefault="00094FF0" w:rsidP="002A2D58">
                                  <w:pPr>
                                    <w:jc w:val="center"/>
                                  </w:pPr>
                                  <w:r>
                                    <w:t>15</w:t>
                                  </w:r>
                                </w:p>
                              </w:tc>
                              <w:tc>
                                <w:tcPr>
                                  <w:tcW w:w="1359" w:type="dxa"/>
                                  <w:shd w:val="clear" w:color="auto" w:fill="auto"/>
                                  <w:vAlign w:val="center"/>
                                </w:tcPr>
                                <w:p w14:paraId="53F056F1" w14:textId="77777777" w:rsidR="00094FF0" w:rsidRDefault="00094FF0" w:rsidP="002A2D58">
                                  <w:pPr>
                                    <w:jc w:val="center"/>
                                  </w:pPr>
                                  <w:r>
                                    <w:t>13</w:t>
                                  </w:r>
                                </w:p>
                              </w:tc>
                              <w:tc>
                                <w:tcPr>
                                  <w:tcW w:w="1359" w:type="dxa"/>
                                  <w:shd w:val="clear" w:color="auto" w:fill="DDD9C3" w:themeFill="background2" w:themeFillShade="E6"/>
                                  <w:vAlign w:val="center"/>
                                </w:tcPr>
                                <w:p w14:paraId="464431CB" w14:textId="77777777" w:rsidR="00094FF0" w:rsidRDefault="00094FF0" w:rsidP="002A2D58">
                                  <w:pPr>
                                    <w:jc w:val="center"/>
                                  </w:pPr>
                                  <w:r>
                                    <w:t>11</w:t>
                                  </w:r>
                                </w:p>
                              </w:tc>
                            </w:tr>
                            <w:tr w:rsidR="00094FF0" w14:paraId="504C1B4B" w14:textId="77777777" w:rsidTr="00BF22CB">
                              <w:trPr>
                                <w:trHeight w:val="1427"/>
                              </w:trPr>
                              <w:tc>
                                <w:tcPr>
                                  <w:tcW w:w="850" w:type="dxa"/>
                                  <w:vMerge/>
                                  <w:shd w:val="clear" w:color="auto" w:fill="auto"/>
                                </w:tcPr>
                                <w:p w14:paraId="793571A2" w14:textId="77777777" w:rsidR="00094FF0" w:rsidRDefault="00094FF0" w:rsidP="002A2D58"/>
                              </w:tc>
                              <w:tc>
                                <w:tcPr>
                                  <w:tcW w:w="2020" w:type="dxa"/>
                                  <w:shd w:val="clear" w:color="auto" w:fill="C2D69B" w:themeFill="accent3" w:themeFillTint="99"/>
                                </w:tcPr>
                                <w:p w14:paraId="12555CD3" w14:textId="77777777" w:rsidR="00094FF0" w:rsidRDefault="00094FF0" w:rsidP="002A2D58">
                                  <w:r w:rsidRPr="00C95EA9">
                                    <w:rPr>
                                      <w:b/>
                                    </w:rPr>
                                    <w:t>Synthesis</w:t>
                                  </w:r>
                                  <w:r>
                                    <w:t xml:space="preserve"> – your writing clearly shows </w:t>
                                  </w:r>
                                  <w:r w:rsidRPr="00800E17">
                                    <w:t xml:space="preserve">how you </w:t>
                                  </w:r>
                                  <w:r w:rsidRPr="00811AF0">
                                    <w:rPr>
                                      <w:b/>
                                    </w:rPr>
                                    <w:t>integrated your knowledge of art and your art making skills</w:t>
                                  </w:r>
                                  <w:r w:rsidRPr="00800E17">
                                    <w:t xml:space="preserve"> to create an effective artwork.</w:t>
                                  </w:r>
                                </w:p>
                              </w:tc>
                              <w:tc>
                                <w:tcPr>
                                  <w:tcW w:w="1358" w:type="dxa"/>
                                  <w:vAlign w:val="center"/>
                                </w:tcPr>
                                <w:p w14:paraId="6FD6BFA0" w14:textId="77777777" w:rsidR="00094FF0" w:rsidRDefault="00094FF0" w:rsidP="002A2D58">
                                  <w:pPr>
                                    <w:jc w:val="center"/>
                                  </w:pPr>
                                  <w:r>
                                    <w:t>20</w:t>
                                  </w:r>
                                </w:p>
                              </w:tc>
                              <w:tc>
                                <w:tcPr>
                                  <w:tcW w:w="1359" w:type="dxa"/>
                                  <w:shd w:val="clear" w:color="auto" w:fill="DDD9C3" w:themeFill="background2" w:themeFillShade="E6"/>
                                  <w:vAlign w:val="center"/>
                                </w:tcPr>
                                <w:p w14:paraId="1C824713" w14:textId="77777777" w:rsidR="00094FF0" w:rsidRDefault="00094FF0" w:rsidP="002A2D58">
                                  <w:pPr>
                                    <w:jc w:val="center"/>
                                  </w:pPr>
                                  <w:r>
                                    <w:t>19</w:t>
                                  </w:r>
                                </w:p>
                              </w:tc>
                              <w:tc>
                                <w:tcPr>
                                  <w:tcW w:w="1359" w:type="dxa"/>
                                  <w:shd w:val="clear" w:color="auto" w:fill="auto"/>
                                  <w:vAlign w:val="center"/>
                                </w:tcPr>
                                <w:p w14:paraId="4CED77BF" w14:textId="77777777" w:rsidR="00094FF0" w:rsidRDefault="00094FF0" w:rsidP="002A2D58">
                                  <w:pPr>
                                    <w:jc w:val="center"/>
                                  </w:pPr>
                                  <w:r>
                                    <w:t>17</w:t>
                                  </w:r>
                                </w:p>
                              </w:tc>
                              <w:tc>
                                <w:tcPr>
                                  <w:tcW w:w="1359" w:type="dxa"/>
                                  <w:shd w:val="clear" w:color="auto" w:fill="DDD9C3" w:themeFill="background2" w:themeFillShade="E6"/>
                                  <w:vAlign w:val="center"/>
                                </w:tcPr>
                                <w:p w14:paraId="4D17BE0A" w14:textId="77777777" w:rsidR="00094FF0" w:rsidRDefault="00094FF0" w:rsidP="002A2D58">
                                  <w:pPr>
                                    <w:jc w:val="center"/>
                                  </w:pPr>
                                  <w:r>
                                    <w:t>15</w:t>
                                  </w:r>
                                </w:p>
                              </w:tc>
                              <w:tc>
                                <w:tcPr>
                                  <w:tcW w:w="1359" w:type="dxa"/>
                                  <w:shd w:val="clear" w:color="auto" w:fill="auto"/>
                                  <w:vAlign w:val="center"/>
                                </w:tcPr>
                                <w:p w14:paraId="22E275CD" w14:textId="77777777" w:rsidR="00094FF0" w:rsidRDefault="00094FF0" w:rsidP="002A2D58">
                                  <w:pPr>
                                    <w:jc w:val="center"/>
                                  </w:pPr>
                                  <w:r>
                                    <w:t>13</w:t>
                                  </w:r>
                                </w:p>
                              </w:tc>
                              <w:tc>
                                <w:tcPr>
                                  <w:tcW w:w="1359" w:type="dxa"/>
                                  <w:shd w:val="clear" w:color="auto" w:fill="DDD9C3" w:themeFill="background2" w:themeFillShade="E6"/>
                                  <w:vAlign w:val="center"/>
                                </w:tcPr>
                                <w:p w14:paraId="64CE1016" w14:textId="77777777" w:rsidR="00094FF0" w:rsidRDefault="00094FF0" w:rsidP="002A2D58">
                                  <w:pPr>
                                    <w:jc w:val="center"/>
                                  </w:pPr>
                                  <w:r>
                                    <w:t>11</w:t>
                                  </w:r>
                                </w:p>
                              </w:tc>
                            </w:tr>
                          </w:tbl>
                          <w:p w14:paraId="12BFFD64" w14:textId="77777777" w:rsidR="00094FF0" w:rsidRDefault="00094FF0" w:rsidP="002A2D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7.85pt;margin-top:-6.9pt;width:558pt;height:5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" fillcolor="white [3201]" stroked="f" strokeweight=".5pt">
                <v:textbox>
                  <w:txbxContent>
                    <w:tbl>
                      <w:tblPr>
                        <w:tblStyle w:val="TableGrid"/>
                        <w:tblW w:w="11023" w:type="dxa"/>
                        <w:tblLayout w:type="fixed"/>
                        <w:tblLook w:val="04A0" w:firstRow="1" w:lastRow="0" w:firstColumn="1" w:lastColumn="0" w:noHBand="0" w:noVBand="1"/>
                      </w:tblPr>
                      <w:tblGrid>
                        <w:gridCol w:w="850"/>
                        <w:gridCol w:w="2020"/>
                        <w:gridCol w:w="1358"/>
                        <w:gridCol w:w="1359"/>
                        <w:gridCol w:w="1359"/>
                        <w:gridCol w:w="1359"/>
                        <w:gridCol w:w="1359"/>
                        <w:gridCol w:w="1359"/>
                      </w:tblGrid>
                      <w:tr w:rsidR="00094FF0" w14:paraId="1BFAB8B8" w14:textId="77777777" w:rsidTr="002A2D58">
                        <w:trPr>
                          <w:trHeight w:val="1427"/>
                        </w:trPr>
                        <w:tc>
                          <w:tcPr>
                            <w:tcW w:w="850" w:type="dxa"/>
                            <w:textDirection w:val="btLr"/>
                            <w:vAlign w:val="center"/>
                          </w:tcPr>
                          <w:p w14:paraId="5F7EE090" w14:textId="77777777" w:rsidR="00094FF0" w:rsidRDefault="00094FF0" w:rsidP="002A2D58">
                            <w:pPr>
                              <w:ind w:left="113" w:right="113"/>
                              <w:jc w:val="center"/>
                            </w:pPr>
                            <w:r>
                              <w:t xml:space="preserve">   </w:t>
                            </w:r>
                          </w:p>
                        </w:tc>
                        <w:tc>
                          <w:tcPr>
                            <w:tcW w:w="2020" w:type="dxa"/>
                            <w:vAlign w:val="center"/>
                          </w:tcPr>
                          <w:p w14:paraId="2179E54E" w14:textId="77777777" w:rsidR="00094FF0" w:rsidRPr="00152CC4" w:rsidRDefault="00094FF0" w:rsidP="002A2D58">
                            <w:pPr>
                              <w:rPr>
                                <w:color w:val="800000"/>
                                <w:sz w:val="18"/>
                                <w:szCs w:val="18"/>
                              </w:rPr>
                            </w:pPr>
                            <w:r w:rsidRPr="00152CC4">
                              <w:rPr>
                                <w:color w:val="800000"/>
                                <w:sz w:val="18"/>
                                <w:szCs w:val="18"/>
                              </w:rPr>
                              <w:t>Highlighted areas below need further development</w:t>
                            </w:r>
                          </w:p>
                        </w:tc>
                        <w:tc>
                          <w:tcPr>
                            <w:tcW w:w="1358" w:type="dxa"/>
                            <w:vAlign w:val="center"/>
                          </w:tcPr>
                          <w:p w14:paraId="5C5EB7E0" w14:textId="77777777" w:rsidR="00094FF0" w:rsidRPr="00AC3FB4" w:rsidRDefault="00094FF0" w:rsidP="002A2D58">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38C104B6" w14:textId="77777777" w:rsidR="00094FF0" w:rsidRDefault="00094FF0">
                            <w:pPr>
                              <w:rPr>
                                <w:sz w:val="18"/>
                                <w:szCs w:val="18"/>
                              </w:rPr>
                            </w:pPr>
                            <w:r>
                              <w:rPr>
                                <w:sz w:val="18"/>
                                <w:szCs w:val="18"/>
                              </w:rPr>
                              <w:t>Response shows an complete understanding of the concepts</w:t>
                            </w:r>
                          </w:p>
                        </w:tc>
                        <w:tc>
                          <w:tcPr>
                            <w:tcW w:w="1359" w:type="dxa"/>
                            <w:shd w:val="clear" w:color="auto" w:fill="auto"/>
                            <w:vAlign w:val="center"/>
                          </w:tcPr>
                          <w:p w14:paraId="5FDE8904" w14:textId="77777777" w:rsidR="00094FF0" w:rsidRDefault="00094FF0">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773B428E" w14:textId="77777777" w:rsidR="00094FF0" w:rsidRPr="00AC3FB4" w:rsidRDefault="00094FF0" w:rsidP="002A2D58">
                            <w:pPr>
                              <w:rPr>
                                <w:sz w:val="18"/>
                                <w:szCs w:val="18"/>
                              </w:rPr>
                            </w:pPr>
                            <w:r>
                              <w:rPr>
                                <w:sz w:val="18"/>
                                <w:szCs w:val="18"/>
                              </w:rPr>
                              <w:t>Response shows an emerging understanding of the concepts</w:t>
                            </w:r>
                          </w:p>
                        </w:tc>
                        <w:tc>
                          <w:tcPr>
                            <w:tcW w:w="1359" w:type="dxa"/>
                            <w:shd w:val="clear" w:color="auto" w:fill="auto"/>
                            <w:vAlign w:val="center"/>
                          </w:tcPr>
                          <w:p w14:paraId="37753533" w14:textId="77777777" w:rsidR="00094FF0" w:rsidRPr="00AC3FB4" w:rsidRDefault="00094FF0" w:rsidP="002A2D58">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2686C9DC" w14:textId="77777777" w:rsidR="00094FF0" w:rsidRPr="00AC3FB4" w:rsidRDefault="00094FF0" w:rsidP="002A2D58">
                            <w:pPr>
                              <w:rPr>
                                <w:sz w:val="18"/>
                                <w:szCs w:val="18"/>
                              </w:rPr>
                            </w:pPr>
                            <w:r>
                              <w:rPr>
                                <w:sz w:val="18"/>
                                <w:szCs w:val="18"/>
                              </w:rPr>
                              <w:t>Response not present or completely misses the mark</w:t>
                            </w:r>
                          </w:p>
                        </w:tc>
                      </w:tr>
                      <w:tr w:rsidR="00094FF0" w14:paraId="5372AF40" w14:textId="77777777" w:rsidTr="002A2D58">
                        <w:trPr>
                          <w:trHeight w:val="1427"/>
                        </w:trPr>
                        <w:tc>
                          <w:tcPr>
                            <w:tcW w:w="850" w:type="dxa"/>
                            <w:vMerge w:val="restart"/>
                            <w:shd w:val="clear" w:color="auto" w:fill="auto"/>
                            <w:textDirection w:val="btLr"/>
                            <w:vAlign w:val="center"/>
                          </w:tcPr>
                          <w:p w14:paraId="7C8D1C5E" w14:textId="77777777" w:rsidR="00094FF0" w:rsidRPr="00BF22CB" w:rsidRDefault="00094FF0" w:rsidP="002A2D58">
                            <w:pPr>
                              <w:ind w:left="113" w:right="113"/>
                              <w:jc w:val="center"/>
                            </w:pPr>
                            <w:r>
                              <w:t>Reflect</w:t>
                            </w:r>
                          </w:p>
                        </w:tc>
                        <w:tc>
                          <w:tcPr>
                            <w:tcW w:w="2020" w:type="dxa"/>
                            <w:shd w:val="clear" w:color="auto" w:fill="8DB3E2" w:themeFill="text2" w:themeFillTint="66"/>
                          </w:tcPr>
                          <w:p w14:paraId="4C8644D3" w14:textId="77777777" w:rsidR="00094FF0" w:rsidRPr="00800E17" w:rsidRDefault="00094FF0" w:rsidP="002A2D58">
                            <w:pPr>
                              <w:rPr>
                                <w:b/>
                              </w:rPr>
                            </w:pPr>
                            <w:r w:rsidRPr="00800E17">
                              <w:rPr>
                                <w:b/>
                              </w:rPr>
                              <w:t xml:space="preserve">Form – </w:t>
                            </w:r>
                            <w:r w:rsidRPr="00800E17">
                              <w:t>your writing shows a</w:t>
                            </w:r>
                            <w:r>
                              <w:t xml:space="preserve"> good understanding of how you </w:t>
                            </w:r>
                            <w:r w:rsidRPr="00800E17">
                              <w:t xml:space="preserve">used visual language </w:t>
                            </w:r>
                            <w:r>
                              <w:t>to express yo</w:t>
                            </w:r>
                            <w:r w:rsidRPr="00800E17">
                              <w:t>ur ideas.</w:t>
                            </w:r>
                          </w:p>
                        </w:tc>
                        <w:tc>
                          <w:tcPr>
                            <w:tcW w:w="1358" w:type="dxa"/>
                            <w:vAlign w:val="center"/>
                          </w:tcPr>
                          <w:p w14:paraId="560B2419" w14:textId="77777777" w:rsidR="00094FF0" w:rsidRDefault="00094FF0" w:rsidP="002A2D58">
                            <w:pPr>
                              <w:jc w:val="center"/>
                            </w:pPr>
                            <w:r>
                              <w:t>20</w:t>
                            </w:r>
                          </w:p>
                        </w:tc>
                        <w:tc>
                          <w:tcPr>
                            <w:tcW w:w="1359" w:type="dxa"/>
                            <w:shd w:val="clear" w:color="auto" w:fill="DDD9C3" w:themeFill="background2" w:themeFillShade="E6"/>
                            <w:vAlign w:val="center"/>
                          </w:tcPr>
                          <w:p w14:paraId="0474BDEF" w14:textId="77777777" w:rsidR="00094FF0" w:rsidRDefault="00094FF0" w:rsidP="002A2D58">
                            <w:pPr>
                              <w:jc w:val="center"/>
                            </w:pPr>
                            <w:r>
                              <w:t>19</w:t>
                            </w:r>
                          </w:p>
                        </w:tc>
                        <w:tc>
                          <w:tcPr>
                            <w:tcW w:w="1359" w:type="dxa"/>
                            <w:shd w:val="clear" w:color="auto" w:fill="auto"/>
                            <w:vAlign w:val="center"/>
                          </w:tcPr>
                          <w:p w14:paraId="0DA72E0D" w14:textId="77777777" w:rsidR="00094FF0" w:rsidRDefault="00094FF0" w:rsidP="002A2D58">
                            <w:pPr>
                              <w:jc w:val="center"/>
                            </w:pPr>
                            <w:r>
                              <w:t>17</w:t>
                            </w:r>
                          </w:p>
                        </w:tc>
                        <w:tc>
                          <w:tcPr>
                            <w:tcW w:w="1359" w:type="dxa"/>
                            <w:shd w:val="clear" w:color="auto" w:fill="DDD9C3" w:themeFill="background2" w:themeFillShade="E6"/>
                            <w:vAlign w:val="center"/>
                          </w:tcPr>
                          <w:p w14:paraId="619E7359" w14:textId="77777777" w:rsidR="00094FF0" w:rsidRDefault="00094FF0" w:rsidP="002A2D58">
                            <w:pPr>
                              <w:jc w:val="center"/>
                            </w:pPr>
                            <w:r>
                              <w:t>15</w:t>
                            </w:r>
                          </w:p>
                        </w:tc>
                        <w:tc>
                          <w:tcPr>
                            <w:tcW w:w="1359" w:type="dxa"/>
                            <w:shd w:val="clear" w:color="auto" w:fill="auto"/>
                            <w:vAlign w:val="center"/>
                          </w:tcPr>
                          <w:p w14:paraId="16BC1A3E" w14:textId="77777777" w:rsidR="00094FF0" w:rsidRDefault="00094FF0" w:rsidP="002A2D58">
                            <w:pPr>
                              <w:jc w:val="center"/>
                            </w:pPr>
                            <w:r>
                              <w:t>13</w:t>
                            </w:r>
                          </w:p>
                        </w:tc>
                        <w:tc>
                          <w:tcPr>
                            <w:tcW w:w="1359" w:type="dxa"/>
                            <w:shd w:val="clear" w:color="auto" w:fill="DDD9C3" w:themeFill="background2" w:themeFillShade="E6"/>
                            <w:vAlign w:val="center"/>
                          </w:tcPr>
                          <w:p w14:paraId="49476822" w14:textId="77777777" w:rsidR="00094FF0" w:rsidRDefault="00094FF0" w:rsidP="002A2D58">
                            <w:pPr>
                              <w:jc w:val="center"/>
                            </w:pPr>
                            <w:r>
                              <w:t>11</w:t>
                            </w:r>
                          </w:p>
                        </w:tc>
                      </w:tr>
                      <w:tr w:rsidR="00094FF0" w14:paraId="3040643C" w14:textId="77777777" w:rsidTr="00BF22CB">
                        <w:trPr>
                          <w:trHeight w:val="1427"/>
                        </w:trPr>
                        <w:tc>
                          <w:tcPr>
                            <w:tcW w:w="850" w:type="dxa"/>
                            <w:vMerge/>
                            <w:shd w:val="clear" w:color="auto" w:fill="auto"/>
                            <w:textDirection w:val="btLr"/>
                            <w:vAlign w:val="center"/>
                          </w:tcPr>
                          <w:p w14:paraId="71BA0E5A" w14:textId="77777777" w:rsidR="00094FF0" w:rsidRPr="00622453" w:rsidRDefault="00094FF0" w:rsidP="002A2D58">
                            <w:pPr>
                              <w:ind w:left="113" w:right="113"/>
                              <w:jc w:val="center"/>
                              <w:rPr>
                                <w:color w:val="0D0D0D" w:themeColor="text1" w:themeTint="F2"/>
                              </w:rPr>
                            </w:pPr>
                          </w:p>
                        </w:tc>
                        <w:tc>
                          <w:tcPr>
                            <w:tcW w:w="2020" w:type="dxa"/>
                            <w:shd w:val="clear" w:color="auto" w:fill="E5B8B7" w:themeFill="accent2" w:themeFillTint="66"/>
                          </w:tcPr>
                          <w:p w14:paraId="09C58650" w14:textId="77777777" w:rsidR="00094FF0" w:rsidRDefault="00094FF0" w:rsidP="002A2D58">
                            <w:r w:rsidRPr="008B0268">
                              <w:rPr>
                                <w:b/>
                              </w:rPr>
                              <w:t>Theme</w:t>
                            </w:r>
                            <w:r>
                              <w:t xml:space="preserve"> – your writing shows clearly why your “big ideas” are interesting and significant.</w:t>
                            </w:r>
                          </w:p>
                        </w:tc>
                        <w:tc>
                          <w:tcPr>
                            <w:tcW w:w="1358" w:type="dxa"/>
                            <w:vAlign w:val="center"/>
                          </w:tcPr>
                          <w:p w14:paraId="79BE6906" w14:textId="77777777" w:rsidR="00094FF0" w:rsidRDefault="00094FF0" w:rsidP="002A2D58">
                            <w:pPr>
                              <w:jc w:val="center"/>
                            </w:pPr>
                            <w:r>
                              <w:t>20</w:t>
                            </w:r>
                          </w:p>
                        </w:tc>
                        <w:tc>
                          <w:tcPr>
                            <w:tcW w:w="1359" w:type="dxa"/>
                            <w:shd w:val="clear" w:color="auto" w:fill="DDD9C3" w:themeFill="background2" w:themeFillShade="E6"/>
                            <w:vAlign w:val="center"/>
                          </w:tcPr>
                          <w:p w14:paraId="18D013B4" w14:textId="77777777" w:rsidR="00094FF0" w:rsidRDefault="00094FF0" w:rsidP="002A2D58">
                            <w:pPr>
                              <w:jc w:val="center"/>
                            </w:pPr>
                            <w:r>
                              <w:t>19</w:t>
                            </w:r>
                          </w:p>
                        </w:tc>
                        <w:tc>
                          <w:tcPr>
                            <w:tcW w:w="1359" w:type="dxa"/>
                            <w:shd w:val="clear" w:color="auto" w:fill="auto"/>
                            <w:vAlign w:val="center"/>
                          </w:tcPr>
                          <w:p w14:paraId="01909212" w14:textId="77777777" w:rsidR="00094FF0" w:rsidRDefault="00094FF0" w:rsidP="002A2D58">
                            <w:pPr>
                              <w:jc w:val="center"/>
                            </w:pPr>
                            <w:r>
                              <w:t>17</w:t>
                            </w:r>
                          </w:p>
                        </w:tc>
                        <w:tc>
                          <w:tcPr>
                            <w:tcW w:w="1359" w:type="dxa"/>
                            <w:shd w:val="clear" w:color="auto" w:fill="DDD9C3" w:themeFill="background2" w:themeFillShade="E6"/>
                            <w:vAlign w:val="center"/>
                          </w:tcPr>
                          <w:p w14:paraId="2240806D" w14:textId="77777777" w:rsidR="00094FF0" w:rsidRDefault="00094FF0" w:rsidP="002A2D58">
                            <w:pPr>
                              <w:jc w:val="center"/>
                            </w:pPr>
                            <w:r>
                              <w:t>15</w:t>
                            </w:r>
                          </w:p>
                        </w:tc>
                        <w:tc>
                          <w:tcPr>
                            <w:tcW w:w="1359" w:type="dxa"/>
                            <w:shd w:val="clear" w:color="auto" w:fill="auto"/>
                            <w:vAlign w:val="center"/>
                          </w:tcPr>
                          <w:p w14:paraId="1F8B9ECE" w14:textId="77777777" w:rsidR="00094FF0" w:rsidRDefault="00094FF0" w:rsidP="002A2D58">
                            <w:pPr>
                              <w:jc w:val="center"/>
                            </w:pPr>
                            <w:r>
                              <w:t>13</w:t>
                            </w:r>
                          </w:p>
                        </w:tc>
                        <w:tc>
                          <w:tcPr>
                            <w:tcW w:w="1359" w:type="dxa"/>
                            <w:shd w:val="clear" w:color="auto" w:fill="DDD9C3" w:themeFill="background2" w:themeFillShade="E6"/>
                            <w:vAlign w:val="center"/>
                          </w:tcPr>
                          <w:p w14:paraId="4A581592" w14:textId="77777777" w:rsidR="00094FF0" w:rsidRDefault="00094FF0" w:rsidP="002A2D58">
                            <w:pPr>
                              <w:jc w:val="center"/>
                            </w:pPr>
                            <w:r>
                              <w:t>11</w:t>
                            </w:r>
                          </w:p>
                        </w:tc>
                      </w:tr>
                      <w:tr w:rsidR="00094FF0" w14:paraId="41371535" w14:textId="77777777" w:rsidTr="00BF22CB">
                        <w:trPr>
                          <w:trHeight w:val="1427"/>
                        </w:trPr>
                        <w:tc>
                          <w:tcPr>
                            <w:tcW w:w="850" w:type="dxa"/>
                            <w:vMerge/>
                            <w:shd w:val="clear" w:color="auto" w:fill="auto"/>
                          </w:tcPr>
                          <w:p w14:paraId="31521A07" w14:textId="77777777" w:rsidR="00094FF0" w:rsidRDefault="00094FF0" w:rsidP="002A2D58"/>
                        </w:tc>
                        <w:tc>
                          <w:tcPr>
                            <w:tcW w:w="2020" w:type="dxa"/>
                            <w:shd w:val="clear" w:color="auto" w:fill="CCC0D9" w:themeFill="accent4" w:themeFillTint="66"/>
                          </w:tcPr>
                          <w:p w14:paraId="35BD5C47" w14:textId="77777777" w:rsidR="00094FF0" w:rsidRDefault="00094FF0" w:rsidP="002A2D58">
                            <w:r w:rsidRPr="004F33F3">
                              <w:rPr>
                                <w:b/>
                              </w:rPr>
                              <w:t xml:space="preserve">Context </w:t>
                            </w:r>
                            <w:r>
                              <w:t xml:space="preserve">– your writing clearly shows how you considered context in developing meaning in your artwork </w:t>
                            </w:r>
                          </w:p>
                        </w:tc>
                        <w:tc>
                          <w:tcPr>
                            <w:tcW w:w="1358" w:type="dxa"/>
                            <w:vAlign w:val="center"/>
                          </w:tcPr>
                          <w:p w14:paraId="3C89F28D" w14:textId="77777777" w:rsidR="00094FF0" w:rsidRDefault="00094FF0" w:rsidP="002A2D58">
                            <w:pPr>
                              <w:jc w:val="center"/>
                            </w:pPr>
                            <w:r>
                              <w:t>20</w:t>
                            </w:r>
                          </w:p>
                        </w:tc>
                        <w:tc>
                          <w:tcPr>
                            <w:tcW w:w="1359" w:type="dxa"/>
                            <w:shd w:val="clear" w:color="auto" w:fill="DDD9C3" w:themeFill="background2" w:themeFillShade="E6"/>
                            <w:vAlign w:val="center"/>
                          </w:tcPr>
                          <w:p w14:paraId="132ACE23" w14:textId="77777777" w:rsidR="00094FF0" w:rsidRDefault="00094FF0" w:rsidP="002A2D58">
                            <w:pPr>
                              <w:jc w:val="center"/>
                            </w:pPr>
                            <w:r>
                              <w:t>19</w:t>
                            </w:r>
                          </w:p>
                        </w:tc>
                        <w:tc>
                          <w:tcPr>
                            <w:tcW w:w="1359" w:type="dxa"/>
                            <w:shd w:val="clear" w:color="auto" w:fill="auto"/>
                            <w:vAlign w:val="center"/>
                          </w:tcPr>
                          <w:p w14:paraId="6C32D00E" w14:textId="77777777" w:rsidR="00094FF0" w:rsidRDefault="00094FF0" w:rsidP="002A2D58">
                            <w:pPr>
                              <w:jc w:val="center"/>
                            </w:pPr>
                            <w:r>
                              <w:t>17</w:t>
                            </w:r>
                          </w:p>
                        </w:tc>
                        <w:tc>
                          <w:tcPr>
                            <w:tcW w:w="1359" w:type="dxa"/>
                            <w:shd w:val="clear" w:color="auto" w:fill="DDD9C3" w:themeFill="background2" w:themeFillShade="E6"/>
                            <w:vAlign w:val="center"/>
                          </w:tcPr>
                          <w:p w14:paraId="7464A3E4" w14:textId="77777777" w:rsidR="00094FF0" w:rsidRDefault="00094FF0" w:rsidP="002A2D58">
                            <w:pPr>
                              <w:jc w:val="center"/>
                            </w:pPr>
                            <w:r>
                              <w:t>15</w:t>
                            </w:r>
                          </w:p>
                        </w:tc>
                        <w:tc>
                          <w:tcPr>
                            <w:tcW w:w="1359" w:type="dxa"/>
                            <w:shd w:val="clear" w:color="auto" w:fill="auto"/>
                            <w:vAlign w:val="center"/>
                          </w:tcPr>
                          <w:p w14:paraId="53F056F1" w14:textId="77777777" w:rsidR="00094FF0" w:rsidRDefault="00094FF0" w:rsidP="002A2D58">
                            <w:pPr>
                              <w:jc w:val="center"/>
                            </w:pPr>
                            <w:r>
                              <w:t>13</w:t>
                            </w:r>
                          </w:p>
                        </w:tc>
                        <w:tc>
                          <w:tcPr>
                            <w:tcW w:w="1359" w:type="dxa"/>
                            <w:shd w:val="clear" w:color="auto" w:fill="DDD9C3" w:themeFill="background2" w:themeFillShade="E6"/>
                            <w:vAlign w:val="center"/>
                          </w:tcPr>
                          <w:p w14:paraId="464431CB" w14:textId="77777777" w:rsidR="00094FF0" w:rsidRDefault="00094FF0" w:rsidP="002A2D58">
                            <w:pPr>
                              <w:jc w:val="center"/>
                            </w:pPr>
                            <w:r>
                              <w:t>11</w:t>
                            </w:r>
                          </w:p>
                        </w:tc>
                      </w:tr>
                      <w:tr w:rsidR="00094FF0" w14:paraId="504C1B4B" w14:textId="77777777" w:rsidTr="00BF22CB">
                        <w:trPr>
                          <w:trHeight w:val="1427"/>
                        </w:trPr>
                        <w:tc>
                          <w:tcPr>
                            <w:tcW w:w="850" w:type="dxa"/>
                            <w:vMerge/>
                            <w:shd w:val="clear" w:color="auto" w:fill="auto"/>
                          </w:tcPr>
                          <w:p w14:paraId="793571A2" w14:textId="77777777" w:rsidR="00094FF0" w:rsidRDefault="00094FF0" w:rsidP="002A2D58"/>
                        </w:tc>
                        <w:tc>
                          <w:tcPr>
                            <w:tcW w:w="2020" w:type="dxa"/>
                            <w:shd w:val="clear" w:color="auto" w:fill="C2D69B" w:themeFill="accent3" w:themeFillTint="99"/>
                          </w:tcPr>
                          <w:p w14:paraId="12555CD3" w14:textId="77777777" w:rsidR="00094FF0" w:rsidRDefault="00094FF0" w:rsidP="002A2D58">
                            <w:r w:rsidRPr="00C95EA9">
                              <w:rPr>
                                <w:b/>
                              </w:rPr>
                              <w:t>Synthesis</w:t>
                            </w:r>
                            <w:r>
                              <w:t xml:space="preserve"> – your writing clearly shows </w:t>
                            </w:r>
                            <w:r w:rsidRPr="00800E17">
                              <w:t xml:space="preserve">how you </w:t>
                            </w:r>
                            <w:r w:rsidRPr="00811AF0">
                              <w:rPr>
                                <w:b/>
                              </w:rPr>
                              <w:t>integrated your knowledge of art and your art making skills</w:t>
                            </w:r>
                            <w:r w:rsidRPr="00800E17">
                              <w:t xml:space="preserve"> to create an effective artwork.</w:t>
                            </w:r>
                          </w:p>
                        </w:tc>
                        <w:tc>
                          <w:tcPr>
                            <w:tcW w:w="1358" w:type="dxa"/>
                            <w:vAlign w:val="center"/>
                          </w:tcPr>
                          <w:p w14:paraId="6FD6BFA0" w14:textId="77777777" w:rsidR="00094FF0" w:rsidRDefault="00094FF0" w:rsidP="002A2D58">
                            <w:pPr>
                              <w:jc w:val="center"/>
                            </w:pPr>
                            <w:r>
                              <w:t>20</w:t>
                            </w:r>
                          </w:p>
                        </w:tc>
                        <w:tc>
                          <w:tcPr>
                            <w:tcW w:w="1359" w:type="dxa"/>
                            <w:shd w:val="clear" w:color="auto" w:fill="DDD9C3" w:themeFill="background2" w:themeFillShade="E6"/>
                            <w:vAlign w:val="center"/>
                          </w:tcPr>
                          <w:p w14:paraId="1C824713" w14:textId="77777777" w:rsidR="00094FF0" w:rsidRDefault="00094FF0" w:rsidP="002A2D58">
                            <w:pPr>
                              <w:jc w:val="center"/>
                            </w:pPr>
                            <w:r>
                              <w:t>19</w:t>
                            </w:r>
                          </w:p>
                        </w:tc>
                        <w:tc>
                          <w:tcPr>
                            <w:tcW w:w="1359" w:type="dxa"/>
                            <w:shd w:val="clear" w:color="auto" w:fill="auto"/>
                            <w:vAlign w:val="center"/>
                          </w:tcPr>
                          <w:p w14:paraId="4CED77BF" w14:textId="77777777" w:rsidR="00094FF0" w:rsidRDefault="00094FF0" w:rsidP="002A2D58">
                            <w:pPr>
                              <w:jc w:val="center"/>
                            </w:pPr>
                            <w:r>
                              <w:t>17</w:t>
                            </w:r>
                          </w:p>
                        </w:tc>
                        <w:tc>
                          <w:tcPr>
                            <w:tcW w:w="1359" w:type="dxa"/>
                            <w:shd w:val="clear" w:color="auto" w:fill="DDD9C3" w:themeFill="background2" w:themeFillShade="E6"/>
                            <w:vAlign w:val="center"/>
                          </w:tcPr>
                          <w:p w14:paraId="4D17BE0A" w14:textId="77777777" w:rsidR="00094FF0" w:rsidRDefault="00094FF0" w:rsidP="002A2D58">
                            <w:pPr>
                              <w:jc w:val="center"/>
                            </w:pPr>
                            <w:r>
                              <w:t>15</w:t>
                            </w:r>
                          </w:p>
                        </w:tc>
                        <w:tc>
                          <w:tcPr>
                            <w:tcW w:w="1359" w:type="dxa"/>
                            <w:shd w:val="clear" w:color="auto" w:fill="auto"/>
                            <w:vAlign w:val="center"/>
                          </w:tcPr>
                          <w:p w14:paraId="22E275CD" w14:textId="77777777" w:rsidR="00094FF0" w:rsidRDefault="00094FF0" w:rsidP="002A2D58">
                            <w:pPr>
                              <w:jc w:val="center"/>
                            </w:pPr>
                            <w:r>
                              <w:t>13</w:t>
                            </w:r>
                          </w:p>
                        </w:tc>
                        <w:tc>
                          <w:tcPr>
                            <w:tcW w:w="1359" w:type="dxa"/>
                            <w:shd w:val="clear" w:color="auto" w:fill="DDD9C3" w:themeFill="background2" w:themeFillShade="E6"/>
                            <w:vAlign w:val="center"/>
                          </w:tcPr>
                          <w:p w14:paraId="64CE1016" w14:textId="77777777" w:rsidR="00094FF0" w:rsidRDefault="00094FF0" w:rsidP="002A2D58">
                            <w:pPr>
                              <w:jc w:val="center"/>
                            </w:pPr>
                            <w:r>
                              <w:t>11</w:t>
                            </w:r>
                          </w:p>
                        </w:tc>
                      </w:tr>
                    </w:tbl>
                    <w:p w14:paraId="12BFFD64" w14:textId="77777777" w:rsidR="00094FF0" w:rsidRDefault="00094FF0" w:rsidP="002A2D58"/>
                  </w:txbxContent>
                </v:textbox>
              </v:shape>
            </w:pict>
          </mc:Fallback>
        </mc:AlternateContent>
      </w:r>
    </w:p>
    <w:p w14:paraId="7BF350B7" w14:textId="77777777" w:rsidR="00BF22CB" w:rsidRDefault="00BF22CB" w:rsidP="00BF22CB"/>
    <w:p w14:paraId="406C66F4" w14:textId="77777777" w:rsidR="00BF22CB" w:rsidRDefault="00BF22CB" w:rsidP="00BF22CB"/>
    <w:p w14:paraId="19B67CD4" w14:textId="77777777" w:rsidR="00BF22CB" w:rsidRDefault="00BF22CB" w:rsidP="00BF22CB"/>
    <w:p w14:paraId="08DF90DC" w14:textId="77777777" w:rsidR="00BF22CB" w:rsidRDefault="00BF22CB" w:rsidP="00BF22CB"/>
    <w:p w14:paraId="03C4F21C" w14:textId="77777777" w:rsidR="00BF22CB" w:rsidRDefault="00BF22CB" w:rsidP="00BF22CB"/>
    <w:p w14:paraId="3588D9C4" w14:textId="77777777" w:rsidR="00BF22CB" w:rsidRDefault="00BF22CB" w:rsidP="00BF22CB"/>
    <w:p w14:paraId="5E16F384" w14:textId="77777777" w:rsidR="00BF22CB" w:rsidRDefault="00BF22CB" w:rsidP="00BF22CB"/>
    <w:p w14:paraId="3188FB73" w14:textId="77777777" w:rsidR="00BF22CB" w:rsidRDefault="00BF22CB" w:rsidP="00BF22CB"/>
    <w:p w14:paraId="6F234537" w14:textId="77777777" w:rsidR="00BF22CB" w:rsidRDefault="00BF22CB" w:rsidP="00BF22CB"/>
    <w:p w14:paraId="37233209" w14:textId="77777777" w:rsidR="00BF22CB" w:rsidRDefault="00BF22CB" w:rsidP="00BF22CB"/>
    <w:p w14:paraId="5C436234" w14:textId="77777777" w:rsidR="00BF22CB" w:rsidRDefault="00BF22CB" w:rsidP="00BF22CB"/>
    <w:p w14:paraId="201B440D" w14:textId="77777777" w:rsidR="00BF22CB" w:rsidRDefault="00BF22CB" w:rsidP="00BF22CB"/>
    <w:p w14:paraId="510E746C" w14:textId="77777777" w:rsidR="00BF22CB" w:rsidRDefault="00BF22CB" w:rsidP="00BF22CB"/>
    <w:p w14:paraId="32953AF0" w14:textId="77777777" w:rsidR="00BF22CB" w:rsidRDefault="00BF22CB" w:rsidP="00BF22CB"/>
    <w:p w14:paraId="2202CBA7" w14:textId="77777777" w:rsidR="00BF22CB" w:rsidRDefault="00BF22CB" w:rsidP="00BF22CB"/>
    <w:p w14:paraId="604B7D90" w14:textId="77777777" w:rsidR="00BF22CB" w:rsidRDefault="00BF22CB" w:rsidP="00BF22CB"/>
    <w:p w14:paraId="4B1CEA7C" w14:textId="77777777" w:rsidR="00BF22CB" w:rsidRDefault="00BF22CB" w:rsidP="00BF22CB"/>
    <w:p w14:paraId="2F5C637A" w14:textId="77777777" w:rsidR="00BF22CB" w:rsidRDefault="00BF22CB" w:rsidP="00BF22CB"/>
    <w:p w14:paraId="0660FD4A" w14:textId="77777777" w:rsidR="00BF22CB" w:rsidRDefault="00BF22CB" w:rsidP="00BF22CB"/>
    <w:p w14:paraId="51E1BBAD" w14:textId="77777777" w:rsidR="00C84287" w:rsidRDefault="00C84287" w:rsidP="00BF22CB"/>
    <w:p w14:paraId="5BE9B3BD" w14:textId="132B6747" w:rsidR="00BF22CB" w:rsidRDefault="00BF22CB" w:rsidP="00BF22CB">
      <w:pPr>
        <w:rPr>
          <w:i/>
          <w:color w:val="C00000"/>
        </w:rPr>
      </w:pPr>
      <w:r>
        <w:rPr>
          <w:noProof/>
          <w:lang w:eastAsia="en-US"/>
        </w:rPr>
        <mc:AlternateContent>
          <mc:Choice Requires="wps">
            <w:drawing>
              <wp:anchor distT="0" distB="0" distL="114300" distR="114300" simplePos="0" relativeHeight="251660288" behindDoc="0" locked="0" layoutInCell="1" allowOverlap="1" wp14:anchorId="09393895" wp14:editId="733C514A">
                <wp:simplePos x="0" y="0"/>
                <wp:positionH relativeFrom="column">
                  <wp:posOffset>50165</wp:posOffset>
                </wp:positionH>
                <wp:positionV relativeFrom="paragraph">
                  <wp:posOffset>486410</wp:posOffset>
                </wp:positionV>
                <wp:extent cx="6667500" cy="1924050"/>
                <wp:effectExtent l="0" t="0" r="0" b="0"/>
                <wp:wrapNone/>
                <wp:docPr id="2" name="Text Box 2"/>
                <wp:cNvGraphicFramePr/>
                <a:graphic xmlns:a="http://schemas.openxmlformats.org/drawingml/2006/main">
                  <a:graphicData uri="http://schemas.microsoft.com/office/word/2010/wordprocessingShape">
                    <wps:wsp>
                      <wps:cNvSpPr txBox="1"/>
                      <wps:spPr>
                        <a:xfrm>
                          <a:off x="0" y="0"/>
                          <a:ext cx="6667500" cy="1924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1"/>
                              <w:tblW w:w="0" w:type="auto"/>
                              <w:tblLook w:val="04A0" w:firstRow="1" w:lastRow="0" w:firstColumn="1" w:lastColumn="0" w:noHBand="0" w:noVBand="1"/>
                            </w:tblPr>
                            <w:tblGrid>
                              <w:gridCol w:w="1809"/>
                              <w:gridCol w:w="8030"/>
                            </w:tblGrid>
                            <w:tr w:rsidR="00094FF0" w:rsidRPr="00B32280" w14:paraId="24926267" w14:textId="77777777" w:rsidTr="00872F12">
                              <w:trPr>
                                <w:trHeight w:val="700"/>
                              </w:trPr>
                              <w:tc>
                                <w:tcPr>
                                  <w:tcW w:w="1809" w:type="dxa"/>
                                  <w:shd w:val="clear" w:color="auto" w:fill="8DB3E2" w:themeFill="text2" w:themeFillTint="66"/>
                                  <w:vAlign w:val="center"/>
                                </w:tcPr>
                                <w:p w14:paraId="3B465A44" w14:textId="77777777" w:rsidR="00094FF0" w:rsidRPr="00B32280" w:rsidRDefault="00094FF0" w:rsidP="00872F12">
                                  <w:pPr>
                                    <w:spacing w:line="240" w:lineRule="auto"/>
                                  </w:pPr>
                                  <w:r w:rsidRPr="00B32280">
                                    <w:t xml:space="preserve">Theme </w:t>
                                  </w:r>
                                </w:p>
                                <w:p w14:paraId="1501BA39" w14:textId="77777777" w:rsidR="00094FF0" w:rsidRPr="00B32280" w:rsidRDefault="00094FF0" w:rsidP="00872F12">
                                  <w:pPr>
                                    <w:spacing w:line="240" w:lineRule="auto"/>
                                  </w:pPr>
                                  <w:r w:rsidRPr="00B32280">
                                    <w:t>question</w:t>
                                  </w:r>
                                </w:p>
                              </w:tc>
                              <w:tc>
                                <w:tcPr>
                                  <w:tcW w:w="8030" w:type="dxa"/>
                                </w:tcPr>
                                <w:p w14:paraId="7E51D62C" w14:textId="77777777" w:rsidR="00094FF0" w:rsidRPr="00B32280" w:rsidRDefault="00094FF0" w:rsidP="00872F12">
                                  <w:pPr>
                                    <w:spacing w:line="240" w:lineRule="auto"/>
                                  </w:pPr>
                                </w:p>
                              </w:tc>
                            </w:tr>
                            <w:tr w:rsidR="00094FF0" w:rsidRPr="00B32280" w14:paraId="797BBD6F" w14:textId="77777777" w:rsidTr="00872F12">
                              <w:trPr>
                                <w:trHeight w:val="700"/>
                              </w:trPr>
                              <w:tc>
                                <w:tcPr>
                                  <w:tcW w:w="1809" w:type="dxa"/>
                                  <w:shd w:val="clear" w:color="auto" w:fill="D99594" w:themeFill="accent2" w:themeFillTint="99"/>
                                  <w:vAlign w:val="center"/>
                                </w:tcPr>
                                <w:p w14:paraId="1ED5CC2E" w14:textId="77777777" w:rsidR="00094FF0" w:rsidRPr="00B32280" w:rsidRDefault="00094FF0" w:rsidP="00872F12">
                                  <w:pPr>
                                    <w:spacing w:line="240" w:lineRule="auto"/>
                                  </w:pPr>
                                  <w:r w:rsidRPr="00B32280">
                                    <w:t xml:space="preserve">Form </w:t>
                                  </w:r>
                                </w:p>
                                <w:p w14:paraId="0B06D47C" w14:textId="77777777" w:rsidR="00094FF0" w:rsidRPr="00B32280" w:rsidRDefault="00094FF0" w:rsidP="00872F12">
                                  <w:pPr>
                                    <w:spacing w:line="240" w:lineRule="auto"/>
                                  </w:pPr>
                                  <w:r w:rsidRPr="00B32280">
                                    <w:t>question</w:t>
                                  </w:r>
                                </w:p>
                              </w:tc>
                              <w:tc>
                                <w:tcPr>
                                  <w:tcW w:w="8030" w:type="dxa"/>
                                </w:tcPr>
                                <w:p w14:paraId="20124F5F" w14:textId="77777777" w:rsidR="00094FF0" w:rsidRPr="00B32280" w:rsidRDefault="00094FF0" w:rsidP="00872F12">
                                  <w:pPr>
                                    <w:spacing w:line="240" w:lineRule="auto"/>
                                  </w:pPr>
                                </w:p>
                              </w:tc>
                            </w:tr>
                            <w:tr w:rsidR="00094FF0" w:rsidRPr="00B32280" w14:paraId="35078D65" w14:textId="77777777" w:rsidTr="00872F12">
                              <w:trPr>
                                <w:trHeight w:val="700"/>
                              </w:trPr>
                              <w:tc>
                                <w:tcPr>
                                  <w:tcW w:w="1809" w:type="dxa"/>
                                  <w:shd w:val="clear" w:color="auto" w:fill="B2A1C7" w:themeFill="accent4" w:themeFillTint="99"/>
                                  <w:vAlign w:val="center"/>
                                </w:tcPr>
                                <w:p w14:paraId="1B1F47EF" w14:textId="77777777" w:rsidR="00094FF0" w:rsidRPr="00B32280" w:rsidRDefault="00094FF0" w:rsidP="00872F12">
                                  <w:pPr>
                                    <w:spacing w:line="240" w:lineRule="auto"/>
                                  </w:pPr>
                                  <w:r w:rsidRPr="00B32280">
                                    <w:t xml:space="preserve">Context </w:t>
                                  </w:r>
                                </w:p>
                                <w:p w14:paraId="1A175200" w14:textId="77777777" w:rsidR="00094FF0" w:rsidRPr="00B32280" w:rsidRDefault="00094FF0" w:rsidP="00872F12">
                                  <w:pPr>
                                    <w:spacing w:line="240" w:lineRule="auto"/>
                                  </w:pPr>
                                  <w:r w:rsidRPr="00B32280">
                                    <w:t>question</w:t>
                                  </w:r>
                                </w:p>
                              </w:tc>
                              <w:tc>
                                <w:tcPr>
                                  <w:tcW w:w="8030" w:type="dxa"/>
                                </w:tcPr>
                                <w:p w14:paraId="0BB189FE" w14:textId="77777777" w:rsidR="00094FF0" w:rsidRPr="00B32280" w:rsidRDefault="00094FF0" w:rsidP="00872F12">
                                  <w:pPr>
                                    <w:spacing w:line="240" w:lineRule="auto"/>
                                  </w:pPr>
                                </w:p>
                              </w:tc>
                            </w:tr>
                            <w:tr w:rsidR="00094FF0" w:rsidRPr="00B32280" w14:paraId="44E453FF" w14:textId="77777777" w:rsidTr="00872F12">
                              <w:trPr>
                                <w:trHeight w:val="700"/>
                              </w:trPr>
                              <w:tc>
                                <w:tcPr>
                                  <w:tcW w:w="1809" w:type="dxa"/>
                                  <w:shd w:val="clear" w:color="auto" w:fill="C2D69B" w:themeFill="accent3" w:themeFillTint="99"/>
                                  <w:vAlign w:val="center"/>
                                </w:tcPr>
                                <w:p w14:paraId="7DC83766" w14:textId="77777777" w:rsidR="00094FF0" w:rsidRPr="00B32280" w:rsidRDefault="00094FF0" w:rsidP="00872F12">
                                  <w:pPr>
                                    <w:spacing w:line="240" w:lineRule="auto"/>
                                  </w:pPr>
                                  <w:r w:rsidRPr="00B32280">
                                    <w:t>Synthesis question</w:t>
                                  </w:r>
                                </w:p>
                              </w:tc>
                              <w:tc>
                                <w:tcPr>
                                  <w:tcW w:w="8030" w:type="dxa"/>
                                </w:tcPr>
                                <w:p w14:paraId="050250D9" w14:textId="77777777" w:rsidR="00094FF0" w:rsidRPr="00B32280" w:rsidRDefault="00094FF0" w:rsidP="00872F12">
                                  <w:pPr>
                                    <w:spacing w:line="240" w:lineRule="auto"/>
                                  </w:pPr>
                                </w:p>
                              </w:tc>
                            </w:tr>
                          </w:tbl>
                          <w:p w14:paraId="06773C33" w14:textId="77777777" w:rsidR="00094FF0" w:rsidRDefault="00094FF0" w:rsidP="00BF22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3.95pt;margin-top:38.3pt;width:525pt;height:15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" fillcolor="white [3201]" stroked="f" strokeweight=".5pt">
                <v:textbox>
                  <w:txbxContent>
                    <w:tbl>
                      <w:tblPr>
                        <w:tblStyle w:val="TableGrid1"/>
                        <w:tblW w:w="0" w:type="auto"/>
                        <w:tblLook w:val="04A0" w:firstRow="1" w:lastRow="0" w:firstColumn="1" w:lastColumn="0" w:noHBand="0" w:noVBand="1"/>
                      </w:tblPr>
                      <w:tblGrid>
                        <w:gridCol w:w="1809"/>
                        <w:gridCol w:w="8030"/>
                      </w:tblGrid>
                      <w:tr w:rsidR="00094FF0" w:rsidRPr="00B32280" w14:paraId="24926267" w14:textId="77777777" w:rsidTr="00872F12">
                        <w:trPr>
                          <w:trHeight w:val="700"/>
                        </w:trPr>
                        <w:tc>
                          <w:tcPr>
                            <w:tcW w:w="1809" w:type="dxa"/>
                            <w:shd w:val="clear" w:color="auto" w:fill="8DB3E2" w:themeFill="text2" w:themeFillTint="66"/>
                            <w:vAlign w:val="center"/>
                          </w:tcPr>
                          <w:p w14:paraId="3B465A44" w14:textId="77777777" w:rsidR="00094FF0" w:rsidRPr="00B32280" w:rsidRDefault="00094FF0" w:rsidP="00872F12">
                            <w:pPr>
                              <w:spacing w:line="240" w:lineRule="auto"/>
                            </w:pPr>
                            <w:r w:rsidRPr="00B32280">
                              <w:t xml:space="preserve">Theme </w:t>
                            </w:r>
                          </w:p>
                          <w:p w14:paraId="1501BA39" w14:textId="77777777" w:rsidR="00094FF0" w:rsidRPr="00B32280" w:rsidRDefault="00094FF0" w:rsidP="00872F12">
                            <w:pPr>
                              <w:spacing w:line="240" w:lineRule="auto"/>
                            </w:pPr>
                            <w:r w:rsidRPr="00B32280">
                              <w:t>question</w:t>
                            </w:r>
                          </w:p>
                        </w:tc>
                        <w:tc>
                          <w:tcPr>
                            <w:tcW w:w="8030" w:type="dxa"/>
                          </w:tcPr>
                          <w:p w14:paraId="7E51D62C" w14:textId="77777777" w:rsidR="00094FF0" w:rsidRPr="00B32280" w:rsidRDefault="00094FF0" w:rsidP="00872F12">
                            <w:pPr>
                              <w:spacing w:line="240" w:lineRule="auto"/>
                            </w:pPr>
                          </w:p>
                        </w:tc>
                      </w:tr>
                      <w:tr w:rsidR="00094FF0" w:rsidRPr="00B32280" w14:paraId="797BBD6F" w14:textId="77777777" w:rsidTr="00872F12">
                        <w:trPr>
                          <w:trHeight w:val="700"/>
                        </w:trPr>
                        <w:tc>
                          <w:tcPr>
                            <w:tcW w:w="1809" w:type="dxa"/>
                            <w:shd w:val="clear" w:color="auto" w:fill="D99594" w:themeFill="accent2" w:themeFillTint="99"/>
                            <w:vAlign w:val="center"/>
                          </w:tcPr>
                          <w:p w14:paraId="1ED5CC2E" w14:textId="77777777" w:rsidR="00094FF0" w:rsidRPr="00B32280" w:rsidRDefault="00094FF0" w:rsidP="00872F12">
                            <w:pPr>
                              <w:spacing w:line="240" w:lineRule="auto"/>
                            </w:pPr>
                            <w:r w:rsidRPr="00B32280">
                              <w:t xml:space="preserve">Form </w:t>
                            </w:r>
                          </w:p>
                          <w:p w14:paraId="0B06D47C" w14:textId="77777777" w:rsidR="00094FF0" w:rsidRPr="00B32280" w:rsidRDefault="00094FF0" w:rsidP="00872F12">
                            <w:pPr>
                              <w:spacing w:line="240" w:lineRule="auto"/>
                            </w:pPr>
                            <w:r w:rsidRPr="00B32280">
                              <w:t>question</w:t>
                            </w:r>
                          </w:p>
                        </w:tc>
                        <w:tc>
                          <w:tcPr>
                            <w:tcW w:w="8030" w:type="dxa"/>
                          </w:tcPr>
                          <w:p w14:paraId="20124F5F" w14:textId="77777777" w:rsidR="00094FF0" w:rsidRPr="00B32280" w:rsidRDefault="00094FF0" w:rsidP="00872F12">
                            <w:pPr>
                              <w:spacing w:line="240" w:lineRule="auto"/>
                            </w:pPr>
                          </w:p>
                        </w:tc>
                      </w:tr>
                      <w:tr w:rsidR="00094FF0" w:rsidRPr="00B32280" w14:paraId="35078D65" w14:textId="77777777" w:rsidTr="00872F12">
                        <w:trPr>
                          <w:trHeight w:val="700"/>
                        </w:trPr>
                        <w:tc>
                          <w:tcPr>
                            <w:tcW w:w="1809" w:type="dxa"/>
                            <w:shd w:val="clear" w:color="auto" w:fill="B2A1C7" w:themeFill="accent4" w:themeFillTint="99"/>
                            <w:vAlign w:val="center"/>
                          </w:tcPr>
                          <w:p w14:paraId="1B1F47EF" w14:textId="77777777" w:rsidR="00094FF0" w:rsidRPr="00B32280" w:rsidRDefault="00094FF0" w:rsidP="00872F12">
                            <w:pPr>
                              <w:spacing w:line="240" w:lineRule="auto"/>
                            </w:pPr>
                            <w:r w:rsidRPr="00B32280">
                              <w:t xml:space="preserve">Context </w:t>
                            </w:r>
                          </w:p>
                          <w:p w14:paraId="1A175200" w14:textId="77777777" w:rsidR="00094FF0" w:rsidRPr="00B32280" w:rsidRDefault="00094FF0" w:rsidP="00872F12">
                            <w:pPr>
                              <w:spacing w:line="240" w:lineRule="auto"/>
                            </w:pPr>
                            <w:r w:rsidRPr="00B32280">
                              <w:t>question</w:t>
                            </w:r>
                          </w:p>
                        </w:tc>
                        <w:tc>
                          <w:tcPr>
                            <w:tcW w:w="8030" w:type="dxa"/>
                          </w:tcPr>
                          <w:p w14:paraId="0BB189FE" w14:textId="77777777" w:rsidR="00094FF0" w:rsidRPr="00B32280" w:rsidRDefault="00094FF0" w:rsidP="00872F12">
                            <w:pPr>
                              <w:spacing w:line="240" w:lineRule="auto"/>
                            </w:pPr>
                          </w:p>
                        </w:tc>
                      </w:tr>
                      <w:tr w:rsidR="00094FF0" w:rsidRPr="00B32280" w14:paraId="44E453FF" w14:textId="77777777" w:rsidTr="00872F12">
                        <w:trPr>
                          <w:trHeight w:val="700"/>
                        </w:trPr>
                        <w:tc>
                          <w:tcPr>
                            <w:tcW w:w="1809" w:type="dxa"/>
                            <w:shd w:val="clear" w:color="auto" w:fill="C2D69B" w:themeFill="accent3" w:themeFillTint="99"/>
                            <w:vAlign w:val="center"/>
                          </w:tcPr>
                          <w:p w14:paraId="7DC83766" w14:textId="77777777" w:rsidR="00094FF0" w:rsidRPr="00B32280" w:rsidRDefault="00094FF0" w:rsidP="00872F12">
                            <w:pPr>
                              <w:spacing w:line="240" w:lineRule="auto"/>
                            </w:pPr>
                            <w:r w:rsidRPr="00B32280">
                              <w:t>Synthesis question</w:t>
                            </w:r>
                          </w:p>
                        </w:tc>
                        <w:tc>
                          <w:tcPr>
                            <w:tcW w:w="8030" w:type="dxa"/>
                          </w:tcPr>
                          <w:p w14:paraId="050250D9" w14:textId="77777777" w:rsidR="00094FF0" w:rsidRPr="00B32280" w:rsidRDefault="00094FF0" w:rsidP="00872F12">
                            <w:pPr>
                              <w:spacing w:line="240" w:lineRule="auto"/>
                            </w:pPr>
                          </w:p>
                        </w:tc>
                      </w:tr>
                    </w:tbl>
                    <w:p w14:paraId="06773C33" w14:textId="77777777" w:rsidR="00094FF0" w:rsidRDefault="00094FF0" w:rsidP="00BF22CB"/>
                  </w:txbxContent>
                </v:textbox>
              </v:shape>
            </w:pict>
          </mc:Fallback>
        </mc:AlternateContent>
      </w:r>
      <w:r>
        <w:t xml:space="preserve">If you give yourself a </w:t>
      </w:r>
      <w:r w:rsidR="002A2D58">
        <w:t>20</w:t>
      </w:r>
      <w:r>
        <w:t xml:space="preserve"> for any question explain why your response </w:t>
      </w:r>
      <w:r w:rsidRPr="000F4433">
        <w:rPr>
          <w:b/>
        </w:rPr>
        <w:t xml:space="preserve">goes </w:t>
      </w:r>
      <w:r>
        <w:rPr>
          <w:b/>
        </w:rPr>
        <w:t xml:space="preserve">well </w:t>
      </w:r>
      <w:r w:rsidRPr="000F4433">
        <w:rPr>
          <w:b/>
        </w:rPr>
        <w:t>beyond expect</w:t>
      </w:r>
      <w:r>
        <w:rPr>
          <w:b/>
        </w:rPr>
        <w:t>at</w:t>
      </w:r>
      <w:r w:rsidRPr="000F4433">
        <w:rPr>
          <w:b/>
        </w:rPr>
        <w:t>ions</w:t>
      </w:r>
      <w:r>
        <w:t xml:space="preserve">. </w:t>
      </w:r>
      <w:r w:rsidRPr="000F4433">
        <w:rPr>
          <w:i/>
          <w:color w:val="C00000"/>
        </w:rPr>
        <w:t xml:space="preserve">Remember I expect you to answer the questions effectively – so don’t </w:t>
      </w:r>
      <w:r>
        <w:rPr>
          <w:i/>
          <w:color w:val="C00000"/>
        </w:rPr>
        <w:t xml:space="preserve">just </w:t>
      </w:r>
      <w:r w:rsidRPr="000F4433">
        <w:rPr>
          <w:i/>
          <w:color w:val="C00000"/>
        </w:rPr>
        <w:t>tell me that you did what I expect!!</w:t>
      </w:r>
    </w:p>
    <w:p w14:paraId="2FA135F9" w14:textId="77777777" w:rsidR="00BF22CB" w:rsidRDefault="00BF22CB" w:rsidP="00BF22CB"/>
    <w:p w14:paraId="56A062E7" w14:textId="77777777" w:rsidR="00BF22CB" w:rsidRDefault="00BF22CB" w:rsidP="00BF22CB"/>
    <w:p w14:paraId="61FF22C4" w14:textId="77777777" w:rsidR="00BF22CB" w:rsidRDefault="00BF22CB" w:rsidP="00BF22CB"/>
    <w:p w14:paraId="13E593CB" w14:textId="77777777" w:rsidR="00BF22CB" w:rsidRDefault="00BF22CB" w:rsidP="00BF22CB"/>
    <w:p w14:paraId="69639D5F" w14:textId="77777777" w:rsidR="00BF22CB" w:rsidRDefault="00BF22CB" w:rsidP="00BF22CB"/>
    <w:p w14:paraId="2D99426B" w14:textId="77777777" w:rsidR="00515CC0" w:rsidRDefault="00515CC0"/>
    <w:p w14:paraId="6B95D4D7" w14:textId="77777777" w:rsidR="007610C6" w:rsidRDefault="007610C6" w:rsidP="007610C6">
      <w:r>
        <w:rPr>
          <w:b/>
          <w:noProof/>
          <w:lang w:eastAsia="en-US"/>
        </w:rPr>
        <w:lastRenderedPageBreak/>
        <mc:AlternateContent>
          <mc:Choice Requires="wps">
            <w:drawing>
              <wp:anchor distT="0" distB="0" distL="114300" distR="114300" simplePos="0" relativeHeight="251662336" behindDoc="0" locked="0" layoutInCell="1" allowOverlap="1" wp14:anchorId="6C0787AE" wp14:editId="77ED0B87">
                <wp:simplePos x="0" y="0"/>
                <wp:positionH relativeFrom="column">
                  <wp:posOffset>3362325</wp:posOffset>
                </wp:positionH>
                <wp:positionV relativeFrom="paragraph">
                  <wp:posOffset>-123825</wp:posOffset>
                </wp:positionV>
                <wp:extent cx="3429000" cy="2933700"/>
                <wp:effectExtent l="0" t="3175" r="15875"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933700"/>
                        </a:xfrm>
                        <a:prstGeom prst="rect">
                          <a:avLst/>
                        </a:prstGeom>
                        <a:solidFill>
                          <a:srgbClr val="FFFFFF"/>
                        </a:solidFill>
                        <a:ln w="9525">
                          <a:solidFill>
                            <a:srgbClr val="000000"/>
                          </a:solidFill>
                          <a:miter lim="800000"/>
                          <a:headEnd/>
                          <a:tailEnd/>
                        </a:ln>
                      </wps:spPr>
                      <wps:txbx>
                        <w:txbxContent>
                          <w:p w14:paraId="56BE3CC6" w14:textId="77777777" w:rsidR="00094FF0" w:rsidRDefault="00094FF0" w:rsidP="007610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264.75pt;margin-top:-9.7pt;width:270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">
                <v:textbox>
                  <w:txbxContent>
                    <w:p w14:paraId="56BE3CC6" w14:textId="77777777" w:rsidR="007610C6" w:rsidRDefault="007610C6" w:rsidP="007610C6"/>
                  </w:txbxContent>
                </v:textbox>
              </v:shape>
            </w:pict>
          </mc:Fallback>
        </mc:AlternateContent>
      </w:r>
      <w:r w:rsidRPr="000C2692">
        <w:rPr>
          <w:b/>
          <w:noProof/>
          <w:lang w:bidi="he-IL"/>
        </w:rPr>
        <w:t>Form</w:t>
      </w:r>
      <w:r>
        <w:t xml:space="preserve"> – Paste a picture of your artwork in the box.</w:t>
      </w:r>
    </w:p>
    <w:p w14:paraId="6E13315E" w14:textId="77777777" w:rsidR="007610C6" w:rsidRDefault="007610C6" w:rsidP="007610C6"/>
    <w:p w14:paraId="7159C753" w14:textId="77777777" w:rsidR="007610C6" w:rsidRDefault="007610C6" w:rsidP="007610C6"/>
    <w:p w14:paraId="1C40B5D0" w14:textId="77777777" w:rsidR="007610C6" w:rsidRDefault="007610C6" w:rsidP="007610C6"/>
    <w:p w14:paraId="798BAD5F" w14:textId="77777777" w:rsidR="007610C6" w:rsidRDefault="007610C6" w:rsidP="007610C6"/>
    <w:p w14:paraId="7E871A48" w14:textId="77777777" w:rsidR="007610C6" w:rsidRDefault="007610C6" w:rsidP="007610C6">
      <w:r>
        <w:rPr>
          <w:noProof/>
          <w:lang w:eastAsia="en-US"/>
        </w:rPr>
        <mc:AlternateContent>
          <mc:Choice Requires="wps">
            <w:drawing>
              <wp:anchor distT="0" distB="0" distL="114300" distR="114300" simplePos="0" relativeHeight="251663360" behindDoc="0" locked="0" layoutInCell="1" allowOverlap="1" wp14:anchorId="5BE03AD8" wp14:editId="443E5399">
                <wp:simplePos x="0" y="0"/>
                <wp:positionH relativeFrom="column">
                  <wp:posOffset>-28575</wp:posOffset>
                </wp:positionH>
                <wp:positionV relativeFrom="paragraph">
                  <wp:posOffset>118110</wp:posOffset>
                </wp:positionV>
                <wp:extent cx="3257550" cy="1276350"/>
                <wp:effectExtent l="0" t="635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27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CFAF8C" w14:textId="77777777" w:rsidR="00094FF0" w:rsidRDefault="00094FF0" w:rsidP="007610C6">
                            <w:r>
                              <w:t xml:space="preserve">Describe how the images in your artwork are able to express something about the unconscious mind or a dream state.  Explain what you did to capture this altered state.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2pt;margin-top:9.3pt;width:256.5pt;height:1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" stroked="f">
                <v:textbox>
                  <w:txbxContent>
                    <w:p w14:paraId="1CCFAF8C" w14:textId="77777777" w:rsidR="007610C6" w:rsidRDefault="007610C6" w:rsidP="007610C6">
                      <w:r>
                        <w:t xml:space="preserve">Describe how the images in your artwork are able to express something about the unconscious mind or a dream state.  Explain what you did to capture this altered state. </w:t>
                      </w:r>
                    </w:p>
                  </w:txbxContent>
                </v:textbox>
              </v:shape>
            </w:pict>
          </mc:Fallback>
        </mc:AlternateContent>
      </w:r>
    </w:p>
    <w:p w14:paraId="20083744" w14:textId="77777777" w:rsidR="007610C6" w:rsidRDefault="007610C6" w:rsidP="007610C6"/>
    <w:p w14:paraId="763CEFF6" w14:textId="77777777" w:rsidR="007610C6" w:rsidRDefault="007610C6" w:rsidP="007610C6"/>
    <w:p w14:paraId="1ACE9C6B" w14:textId="77777777" w:rsidR="007610C6" w:rsidRDefault="007610C6" w:rsidP="007610C6"/>
    <w:p w14:paraId="035365A7" w14:textId="77777777" w:rsidR="007610C6" w:rsidRDefault="007610C6" w:rsidP="007610C6">
      <w:r>
        <w:rPr>
          <w:noProof/>
          <w:lang w:eastAsia="en-US"/>
        </w:rPr>
        <mc:AlternateContent>
          <mc:Choice Requires="wps">
            <w:drawing>
              <wp:anchor distT="0" distB="0" distL="114300" distR="114300" simplePos="0" relativeHeight="251664384" behindDoc="0" locked="0" layoutInCell="1" allowOverlap="1" wp14:anchorId="2619FA56" wp14:editId="4DA58258">
                <wp:simplePos x="0" y="0"/>
                <wp:positionH relativeFrom="column">
                  <wp:posOffset>28575</wp:posOffset>
                </wp:positionH>
                <wp:positionV relativeFrom="paragraph">
                  <wp:posOffset>282575</wp:posOffset>
                </wp:positionV>
                <wp:extent cx="6715125" cy="5905500"/>
                <wp:effectExtent l="3175" t="3175" r="12700" b="952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125" cy="5905500"/>
                        </a:xfrm>
                        <a:prstGeom prst="rect">
                          <a:avLst/>
                        </a:prstGeom>
                        <a:solidFill>
                          <a:srgbClr val="FFFFFF"/>
                        </a:solidFill>
                        <a:ln w="9525">
                          <a:solidFill>
                            <a:srgbClr val="000000"/>
                          </a:solidFill>
                          <a:miter lim="800000"/>
                          <a:headEnd/>
                          <a:tailEnd/>
                        </a:ln>
                      </wps:spPr>
                      <wps:txbx>
                        <w:txbxContent>
                          <w:p w14:paraId="7F07DCE3" w14:textId="77777777" w:rsidR="00094FF0" w:rsidRDefault="00094FF0" w:rsidP="007610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2.25pt;margin-top:22.25pt;width:528.75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">
                <v:textbox>
                  <w:txbxContent>
                    <w:p w14:paraId="7F07DCE3" w14:textId="77777777" w:rsidR="007610C6" w:rsidRDefault="007610C6" w:rsidP="007610C6"/>
                  </w:txbxContent>
                </v:textbox>
              </v:shape>
            </w:pict>
          </mc:Fallback>
        </mc:AlternateContent>
      </w:r>
    </w:p>
    <w:p w14:paraId="316F74A9" w14:textId="77777777" w:rsidR="007610C6" w:rsidRDefault="007610C6" w:rsidP="007610C6"/>
    <w:p w14:paraId="1BDB4BB2" w14:textId="77777777" w:rsidR="007610C6" w:rsidRDefault="007610C6" w:rsidP="007610C6"/>
    <w:p w14:paraId="46F39D0B" w14:textId="77777777" w:rsidR="007610C6" w:rsidRDefault="007610C6" w:rsidP="007610C6"/>
    <w:p w14:paraId="0ADC7D60" w14:textId="77777777" w:rsidR="007610C6" w:rsidRDefault="007610C6" w:rsidP="007610C6"/>
    <w:p w14:paraId="47C27F33" w14:textId="77777777" w:rsidR="007610C6" w:rsidRDefault="007610C6" w:rsidP="007610C6"/>
    <w:p w14:paraId="0B96B1A1" w14:textId="77777777" w:rsidR="007610C6" w:rsidRDefault="007610C6" w:rsidP="007610C6"/>
    <w:p w14:paraId="2F2928C2" w14:textId="77777777" w:rsidR="007610C6" w:rsidRDefault="007610C6" w:rsidP="007610C6"/>
    <w:p w14:paraId="590D67F4" w14:textId="77777777" w:rsidR="007610C6" w:rsidRDefault="007610C6" w:rsidP="007610C6"/>
    <w:p w14:paraId="7259CE6F" w14:textId="77777777" w:rsidR="007610C6" w:rsidRDefault="007610C6" w:rsidP="007610C6"/>
    <w:p w14:paraId="7A516D82" w14:textId="77777777" w:rsidR="007610C6" w:rsidRDefault="007610C6" w:rsidP="007610C6"/>
    <w:p w14:paraId="20E317BA" w14:textId="77777777" w:rsidR="007610C6" w:rsidRDefault="007610C6" w:rsidP="007610C6"/>
    <w:p w14:paraId="43120C04" w14:textId="77777777" w:rsidR="007610C6" w:rsidRDefault="007610C6" w:rsidP="007610C6"/>
    <w:p w14:paraId="2663E04E" w14:textId="77777777" w:rsidR="007610C6" w:rsidRDefault="007610C6" w:rsidP="007610C6"/>
    <w:p w14:paraId="60A0C48F" w14:textId="77777777" w:rsidR="007610C6" w:rsidRDefault="007610C6" w:rsidP="007610C6"/>
    <w:p w14:paraId="12A192F2" w14:textId="77777777" w:rsidR="007610C6" w:rsidRDefault="007610C6" w:rsidP="007610C6"/>
    <w:p w14:paraId="5B8EFE17" w14:textId="77777777" w:rsidR="007610C6" w:rsidRDefault="007610C6" w:rsidP="007610C6"/>
    <w:p w14:paraId="17B6B0B1" w14:textId="77777777" w:rsidR="007610C6" w:rsidRDefault="007610C6" w:rsidP="007610C6"/>
    <w:p w14:paraId="56A54533" w14:textId="77777777" w:rsidR="007610C6" w:rsidRDefault="007610C6" w:rsidP="007610C6"/>
    <w:p w14:paraId="1D5C99A2" w14:textId="77777777" w:rsidR="007610C6" w:rsidRDefault="007610C6" w:rsidP="007610C6"/>
    <w:p w14:paraId="047EA91B" w14:textId="77777777" w:rsidR="007610C6" w:rsidRDefault="007610C6" w:rsidP="007610C6"/>
    <w:p w14:paraId="0A2A2EB4" w14:textId="7004E0C0" w:rsidR="007610C6" w:rsidRDefault="007610C6" w:rsidP="007610C6">
      <w:r>
        <w:rPr>
          <w:b/>
          <w:bCs/>
        </w:rPr>
        <w:t>Theme</w:t>
      </w:r>
      <w:r>
        <w:t xml:space="preserve"> – Explain what </w:t>
      </w:r>
      <w:r w:rsidR="00094FF0">
        <w:t xml:space="preserve">"big ideas" emerge from your </w:t>
      </w:r>
      <w:r>
        <w:t xml:space="preserve">artwork. </w:t>
      </w:r>
      <w:r w:rsidR="00094FF0">
        <w:t xml:space="preserve"> In other words, what might a viewer experience from looking at your artwork?</w:t>
      </w:r>
    </w:p>
    <w:p w14:paraId="0F4E6438" w14:textId="77777777" w:rsidR="007610C6" w:rsidRDefault="007610C6" w:rsidP="007610C6">
      <w:r>
        <w:rPr>
          <w:noProof/>
          <w:lang w:eastAsia="en-US"/>
        </w:rPr>
        <mc:AlternateContent>
          <mc:Choice Requires="wps">
            <w:drawing>
              <wp:anchor distT="0" distB="0" distL="114300" distR="114300" simplePos="0" relativeHeight="251665408" behindDoc="0" locked="0" layoutInCell="1" allowOverlap="1" wp14:anchorId="61864049" wp14:editId="765D13F2">
                <wp:simplePos x="0" y="0"/>
                <wp:positionH relativeFrom="column">
                  <wp:posOffset>-9525</wp:posOffset>
                </wp:positionH>
                <wp:positionV relativeFrom="paragraph">
                  <wp:posOffset>187325</wp:posOffset>
                </wp:positionV>
                <wp:extent cx="6829425" cy="2633345"/>
                <wp:effectExtent l="3175" t="2540" r="12700" b="1841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2633345"/>
                        </a:xfrm>
                        <a:prstGeom prst="rect">
                          <a:avLst/>
                        </a:prstGeom>
                        <a:solidFill>
                          <a:srgbClr val="FFFFFF"/>
                        </a:solidFill>
                        <a:ln w="9525">
                          <a:solidFill>
                            <a:srgbClr val="000000"/>
                          </a:solidFill>
                          <a:miter lim="800000"/>
                          <a:headEnd/>
                          <a:tailEnd/>
                        </a:ln>
                      </wps:spPr>
                      <wps:txbx>
                        <w:txbxContent>
                          <w:p w14:paraId="241A257E" w14:textId="77777777" w:rsidR="00094FF0" w:rsidRDefault="00094FF0" w:rsidP="007610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7pt;margin-top:14.75pt;width:537.75pt;height:20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">
                <v:textbox>
                  <w:txbxContent>
                    <w:p w14:paraId="241A257E" w14:textId="77777777" w:rsidR="007610C6" w:rsidRDefault="007610C6" w:rsidP="007610C6"/>
                  </w:txbxContent>
                </v:textbox>
              </v:shape>
            </w:pict>
          </mc:Fallback>
        </mc:AlternateContent>
      </w:r>
    </w:p>
    <w:p w14:paraId="4D676DFE" w14:textId="77777777" w:rsidR="007610C6" w:rsidRDefault="007610C6" w:rsidP="007610C6"/>
    <w:p w14:paraId="13F38537" w14:textId="77777777" w:rsidR="007610C6" w:rsidRDefault="007610C6" w:rsidP="007610C6"/>
    <w:p w14:paraId="004A3D97" w14:textId="77777777" w:rsidR="007610C6" w:rsidRDefault="007610C6" w:rsidP="007610C6"/>
    <w:p w14:paraId="3B297C95" w14:textId="77777777" w:rsidR="007610C6" w:rsidRDefault="007610C6" w:rsidP="007610C6"/>
    <w:p w14:paraId="419D38D8" w14:textId="77777777" w:rsidR="007610C6" w:rsidRDefault="007610C6" w:rsidP="007610C6"/>
    <w:p w14:paraId="479AA117" w14:textId="77777777" w:rsidR="007610C6" w:rsidRDefault="007610C6" w:rsidP="007610C6"/>
    <w:p w14:paraId="1222DB68" w14:textId="77777777" w:rsidR="007610C6" w:rsidRDefault="007610C6" w:rsidP="007610C6"/>
    <w:p w14:paraId="5E47D568" w14:textId="77777777" w:rsidR="007610C6" w:rsidRDefault="007610C6" w:rsidP="007610C6"/>
    <w:p w14:paraId="04D2F291" w14:textId="77777777" w:rsidR="007610C6" w:rsidRDefault="007610C6" w:rsidP="007610C6"/>
    <w:p w14:paraId="2BB05ADA" w14:textId="77777777" w:rsidR="007610C6" w:rsidRPr="000C2692" w:rsidRDefault="007610C6" w:rsidP="007610C6">
      <w:pPr>
        <w:rPr>
          <w:b/>
        </w:rPr>
      </w:pPr>
      <w:r w:rsidRPr="000C2692">
        <w:rPr>
          <w:b/>
        </w:rPr>
        <w:t>Context</w:t>
      </w:r>
    </w:p>
    <w:p w14:paraId="635E3363" w14:textId="0E29E66E" w:rsidR="002A2D58" w:rsidRDefault="00094FF0" w:rsidP="002A2D58">
      <w:r>
        <w:t>Choose any of the categories in the table below in which your artwork may have significance or relevance and briefly explain why.</w:t>
      </w:r>
      <w:r w:rsidR="00C76421">
        <w:t xml:space="preserve">  You don't have to choose every one.</w:t>
      </w:r>
    </w:p>
    <w:p w14:paraId="5E5E728F" w14:textId="1A3D8028" w:rsidR="007610C6" w:rsidRDefault="00C76421" w:rsidP="007610C6">
      <w:r>
        <w:rPr>
          <w:noProof/>
          <w:lang w:eastAsia="en-US"/>
        </w:rPr>
        <mc:AlternateContent>
          <mc:Choice Requires="wps">
            <w:drawing>
              <wp:anchor distT="0" distB="0" distL="114300" distR="114300" simplePos="0" relativeHeight="251670528" behindDoc="0" locked="0" layoutInCell="1" allowOverlap="1" wp14:anchorId="6BD32C8A" wp14:editId="446A3C33">
                <wp:simplePos x="0" y="0"/>
                <wp:positionH relativeFrom="column">
                  <wp:posOffset>-102870</wp:posOffset>
                </wp:positionH>
                <wp:positionV relativeFrom="paragraph">
                  <wp:posOffset>179705</wp:posOffset>
                </wp:positionV>
                <wp:extent cx="6829425" cy="4041775"/>
                <wp:effectExtent l="0" t="0" r="28575" b="22225"/>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041775"/>
                        </a:xfrm>
                        <a:prstGeom prst="rect">
                          <a:avLst/>
                        </a:prstGeom>
                        <a:solidFill>
                          <a:srgbClr val="FFFFFF"/>
                        </a:solidFill>
                        <a:ln w="9525">
                          <a:solidFill>
                            <a:srgbClr val="000000"/>
                          </a:solidFill>
                          <a:miter lim="800000"/>
                          <a:headEnd/>
                          <a:tailEnd/>
                        </a:ln>
                      </wps:spPr>
                      <wps:txbx>
                        <w:txbxContent>
                          <w:tbl>
                            <w:tblPr>
                              <w:tblStyle w:val="TableGrid"/>
                              <w:tblW w:w="0" w:type="auto"/>
                              <w:tblLook w:val="04A0" w:firstRow="1" w:lastRow="0" w:firstColumn="1" w:lastColumn="0" w:noHBand="0" w:noVBand="1"/>
                            </w:tblPr>
                            <w:tblGrid>
                              <w:gridCol w:w="2103"/>
                              <w:gridCol w:w="8365"/>
                            </w:tblGrid>
                            <w:tr w:rsidR="00C76421" w14:paraId="26154422" w14:textId="77777777" w:rsidTr="00C76421">
                              <w:trPr>
                                <w:trHeight w:val="1516"/>
                              </w:trPr>
                              <w:tc>
                                <w:tcPr>
                                  <w:tcW w:w="2103" w:type="dxa"/>
                                  <w:shd w:val="clear" w:color="auto" w:fill="DBE5F1" w:themeFill="accent1" w:themeFillTint="33"/>
                                  <w:vAlign w:val="center"/>
                                </w:tcPr>
                                <w:p w14:paraId="33826137" w14:textId="119D6FF9" w:rsidR="00C76421" w:rsidRPr="00C76421" w:rsidRDefault="00C76421" w:rsidP="00C76421">
                                  <w:pPr>
                                    <w:rPr>
                                      <w:sz w:val="28"/>
                                      <w:szCs w:val="28"/>
                                    </w:rPr>
                                  </w:pPr>
                                  <w:r w:rsidRPr="00C76421">
                                    <w:rPr>
                                      <w:sz w:val="28"/>
                                      <w:szCs w:val="28"/>
                                    </w:rPr>
                                    <w:t>Personal</w:t>
                                  </w:r>
                                </w:p>
                              </w:tc>
                              <w:tc>
                                <w:tcPr>
                                  <w:tcW w:w="8365" w:type="dxa"/>
                                </w:tcPr>
                                <w:p w14:paraId="2BD85A84" w14:textId="77777777" w:rsidR="00C76421" w:rsidRDefault="00C76421" w:rsidP="007610C6"/>
                              </w:tc>
                            </w:tr>
                            <w:tr w:rsidR="00C76421" w14:paraId="2111FC30" w14:textId="77777777" w:rsidTr="00C76421">
                              <w:trPr>
                                <w:trHeight w:val="1516"/>
                              </w:trPr>
                              <w:tc>
                                <w:tcPr>
                                  <w:tcW w:w="2103" w:type="dxa"/>
                                  <w:shd w:val="clear" w:color="auto" w:fill="F2DBDB" w:themeFill="accent2" w:themeFillTint="33"/>
                                  <w:vAlign w:val="center"/>
                                </w:tcPr>
                                <w:p w14:paraId="18E39F73" w14:textId="5FDD5A4E" w:rsidR="00C76421" w:rsidRPr="00C76421" w:rsidRDefault="00C76421" w:rsidP="00C76421">
                                  <w:pPr>
                                    <w:rPr>
                                      <w:sz w:val="28"/>
                                      <w:szCs w:val="28"/>
                                    </w:rPr>
                                  </w:pPr>
                                  <w:r w:rsidRPr="00C76421">
                                    <w:rPr>
                                      <w:sz w:val="28"/>
                                      <w:szCs w:val="28"/>
                                    </w:rPr>
                                    <w:t>Social</w:t>
                                  </w:r>
                                </w:p>
                              </w:tc>
                              <w:tc>
                                <w:tcPr>
                                  <w:tcW w:w="8365" w:type="dxa"/>
                                </w:tcPr>
                                <w:p w14:paraId="6F68C31C" w14:textId="77777777" w:rsidR="00C76421" w:rsidRDefault="00C76421" w:rsidP="007610C6"/>
                              </w:tc>
                            </w:tr>
                            <w:tr w:rsidR="00C76421" w14:paraId="76C9B0AD" w14:textId="77777777" w:rsidTr="00C76421">
                              <w:trPr>
                                <w:trHeight w:val="1516"/>
                              </w:trPr>
                              <w:tc>
                                <w:tcPr>
                                  <w:tcW w:w="2103" w:type="dxa"/>
                                  <w:shd w:val="clear" w:color="auto" w:fill="EAF1DD" w:themeFill="accent3" w:themeFillTint="33"/>
                                  <w:vAlign w:val="center"/>
                                </w:tcPr>
                                <w:p w14:paraId="4A049062" w14:textId="59A84C7F" w:rsidR="00C76421" w:rsidRPr="00C76421" w:rsidRDefault="00C76421" w:rsidP="00C76421">
                                  <w:pPr>
                                    <w:rPr>
                                      <w:sz w:val="28"/>
                                      <w:szCs w:val="28"/>
                                    </w:rPr>
                                  </w:pPr>
                                  <w:r w:rsidRPr="00C76421">
                                    <w:rPr>
                                      <w:sz w:val="28"/>
                                      <w:szCs w:val="28"/>
                                    </w:rPr>
                                    <w:t>Political</w:t>
                                  </w:r>
                                </w:p>
                              </w:tc>
                              <w:tc>
                                <w:tcPr>
                                  <w:tcW w:w="8365" w:type="dxa"/>
                                </w:tcPr>
                                <w:p w14:paraId="2C23DC5D" w14:textId="77777777" w:rsidR="00C76421" w:rsidRDefault="00C76421" w:rsidP="007610C6"/>
                              </w:tc>
                            </w:tr>
                            <w:tr w:rsidR="00C76421" w14:paraId="17361A58" w14:textId="77777777" w:rsidTr="00C76421">
                              <w:trPr>
                                <w:trHeight w:val="1516"/>
                              </w:trPr>
                              <w:tc>
                                <w:tcPr>
                                  <w:tcW w:w="2103" w:type="dxa"/>
                                  <w:shd w:val="clear" w:color="auto" w:fill="E5DFEC" w:themeFill="accent4" w:themeFillTint="33"/>
                                  <w:vAlign w:val="center"/>
                                </w:tcPr>
                                <w:p w14:paraId="328BD555" w14:textId="288B96EE" w:rsidR="00C76421" w:rsidRPr="00C76421" w:rsidRDefault="00C76421" w:rsidP="00C76421">
                                  <w:pPr>
                                    <w:rPr>
                                      <w:sz w:val="28"/>
                                      <w:szCs w:val="28"/>
                                    </w:rPr>
                                  </w:pPr>
                                  <w:r w:rsidRPr="00C76421">
                                    <w:rPr>
                                      <w:sz w:val="28"/>
                                      <w:szCs w:val="28"/>
                                    </w:rPr>
                                    <w:t>Spiritual</w:t>
                                  </w:r>
                                </w:p>
                              </w:tc>
                              <w:tc>
                                <w:tcPr>
                                  <w:tcW w:w="8365" w:type="dxa"/>
                                </w:tcPr>
                                <w:p w14:paraId="3983FAB7" w14:textId="77777777" w:rsidR="00C76421" w:rsidRDefault="00C76421" w:rsidP="007610C6"/>
                              </w:tc>
                            </w:tr>
                          </w:tbl>
                          <w:p w14:paraId="678E0B06" w14:textId="77777777" w:rsidR="00094FF0" w:rsidRDefault="00094FF0" w:rsidP="007610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8.05pt;margin-top:14.15pt;width:537.75pt;height:31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">
                <v:textbox>
                  <w:txbxContent>
                    <w:tbl>
                      <w:tblPr>
                        <w:tblStyle w:val="TableGrid"/>
                        <w:tblW w:w="0" w:type="auto"/>
                        <w:tblLook w:val="04A0" w:firstRow="1" w:lastRow="0" w:firstColumn="1" w:lastColumn="0" w:noHBand="0" w:noVBand="1"/>
                      </w:tblPr>
                      <w:tblGrid>
                        <w:gridCol w:w="2103"/>
                        <w:gridCol w:w="8365"/>
                      </w:tblGrid>
                      <w:tr w:rsidR="00C76421" w14:paraId="26154422" w14:textId="77777777" w:rsidTr="00C76421">
                        <w:trPr>
                          <w:trHeight w:val="1516"/>
                        </w:trPr>
                        <w:tc>
                          <w:tcPr>
                            <w:tcW w:w="2103" w:type="dxa"/>
                            <w:shd w:val="clear" w:color="auto" w:fill="DBE5F1" w:themeFill="accent1" w:themeFillTint="33"/>
                            <w:vAlign w:val="center"/>
                          </w:tcPr>
                          <w:p w14:paraId="33826137" w14:textId="119D6FF9" w:rsidR="00C76421" w:rsidRPr="00C76421" w:rsidRDefault="00C76421" w:rsidP="00C76421">
                            <w:pPr>
                              <w:rPr>
                                <w:sz w:val="28"/>
                                <w:szCs w:val="28"/>
                              </w:rPr>
                            </w:pPr>
                            <w:r w:rsidRPr="00C76421">
                              <w:rPr>
                                <w:sz w:val="28"/>
                                <w:szCs w:val="28"/>
                              </w:rPr>
                              <w:t>Personal</w:t>
                            </w:r>
                          </w:p>
                        </w:tc>
                        <w:tc>
                          <w:tcPr>
                            <w:tcW w:w="8365" w:type="dxa"/>
                          </w:tcPr>
                          <w:p w14:paraId="2BD85A84" w14:textId="77777777" w:rsidR="00C76421" w:rsidRDefault="00C76421" w:rsidP="007610C6"/>
                        </w:tc>
                      </w:tr>
                      <w:tr w:rsidR="00C76421" w14:paraId="2111FC30" w14:textId="77777777" w:rsidTr="00C76421">
                        <w:trPr>
                          <w:trHeight w:val="1516"/>
                        </w:trPr>
                        <w:tc>
                          <w:tcPr>
                            <w:tcW w:w="2103" w:type="dxa"/>
                            <w:shd w:val="clear" w:color="auto" w:fill="F2DBDB" w:themeFill="accent2" w:themeFillTint="33"/>
                            <w:vAlign w:val="center"/>
                          </w:tcPr>
                          <w:p w14:paraId="18E39F73" w14:textId="5FDD5A4E" w:rsidR="00C76421" w:rsidRPr="00C76421" w:rsidRDefault="00C76421" w:rsidP="00C76421">
                            <w:pPr>
                              <w:rPr>
                                <w:sz w:val="28"/>
                                <w:szCs w:val="28"/>
                              </w:rPr>
                            </w:pPr>
                            <w:r w:rsidRPr="00C76421">
                              <w:rPr>
                                <w:sz w:val="28"/>
                                <w:szCs w:val="28"/>
                              </w:rPr>
                              <w:t>Social</w:t>
                            </w:r>
                          </w:p>
                        </w:tc>
                        <w:tc>
                          <w:tcPr>
                            <w:tcW w:w="8365" w:type="dxa"/>
                          </w:tcPr>
                          <w:p w14:paraId="6F68C31C" w14:textId="77777777" w:rsidR="00C76421" w:rsidRDefault="00C76421" w:rsidP="007610C6"/>
                        </w:tc>
                      </w:tr>
                      <w:tr w:rsidR="00C76421" w14:paraId="76C9B0AD" w14:textId="77777777" w:rsidTr="00C76421">
                        <w:trPr>
                          <w:trHeight w:val="1516"/>
                        </w:trPr>
                        <w:tc>
                          <w:tcPr>
                            <w:tcW w:w="2103" w:type="dxa"/>
                            <w:shd w:val="clear" w:color="auto" w:fill="EAF1DD" w:themeFill="accent3" w:themeFillTint="33"/>
                            <w:vAlign w:val="center"/>
                          </w:tcPr>
                          <w:p w14:paraId="4A049062" w14:textId="59A84C7F" w:rsidR="00C76421" w:rsidRPr="00C76421" w:rsidRDefault="00C76421" w:rsidP="00C76421">
                            <w:pPr>
                              <w:rPr>
                                <w:sz w:val="28"/>
                                <w:szCs w:val="28"/>
                              </w:rPr>
                            </w:pPr>
                            <w:r w:rsidRPr="00C76421">
                              <w:rPr>
                                <w:sz w:val="28"/>
                                <w:szCs w:val="28"/>
                              </w:rPr>
                              <w:t>Political</w:t>
                            </w:r>
                          </w:p>
                        </w:tc>
                        <w:tc>
                          <w:tcPr>
                            <w:tcW w:w="8365" w:type="dxa"/>
                          </w:tcPr>
                          <w:p w14:paraId="2C23DC5D" w14:textId="77777777" w:rsidR="00C76421" w:rsidRDefault="00C76421" w:rsidP="007610C6"/>
                        </w:tc>
                      </w:tr>
                      <w:tr w:rsidR="00C76421" w14:paraId="17361A58" w14:textId="77777777" w:rsidTr="00C76421">
                        <w:trPr>
                          <w:trHeight w:val="1516"/>
                        </w:trPr>
                        <w:tc>
                          <w:tcPr>
                            <w:tcW w:w="2103" w:type="dxa"/>
                            <w:shd w:val="clear" w:color="auto" w:fill="E5DFEC" w:themeFill="accent4" w:themeFillTint="33"/>
                            <w:vAlign w:val="center"/>
                          </w:tcPr>
                          <w:p w14:paraId="328BD555" w14:textId="288B96EE" w:rsidR="00C76421" w:rsidRPr="00C76421" w:rsidRDefault="00C76421" w:rsidP="00C76421">
                            <w:pPr>
                              <w:rPr>
                                <w:sz w:val="28"/>
                                <w:szCs w:val="28"/>
                              </w:rPr>
                            </w:pPr>
                            <w:r w:rsidRPr="00C76421">
                              <w:rPr>
                                <w:sz w:val="28"/>
                                <w:szCs w:val="28"/>
                              </w:rPr>
                              <w:t>Spiritual</w:t>
                            </w:r>
                          </w:p>
                        </w:tc>
                        <w:tc>
                          <w:tcPr>
                            <w:tcW w:w="8365" w:type="dxa"/>
                          </w:tcPr>
                          <w:p w14:paraId="3983FAB7" w14:textId="77777777" w:rsidR="00C76421" w:rsidRDefault="00C76421" w:rsidP="007610C6"/>
                        </w:tc>
                      </w:tr>
                    </w:tbl>
                    <w:p w14:paraId="678E0B06" w14:textId="77777777" w:rsidR="00094FF0" w:rsidRDefault="00094FF0" w:rsidP="007610C6"/>
                  </w:txbxContent>
                </v:textbox>
              </v:shape>
            </w:pict>
          </mc:Fallback>
        </mc:AlternateContent>
      </w:r>
    </w:p>
    <w:p w14:paraId="685DB3A9" w14:textId="77777777" w:rsidR="007610C6" w:rsidRDefault="007610C6" w:rsidP="007610C6"/>
    <w:p w14:paraId="6DC240D2" w14:textId="77777777" w:rsidR="007610C6" w:rsidRDefault="007610C6" w:rsidP="007610C6"/>
    <w:p w14:paraId="503D9DBE" w14:textId="77777777" w:rsidR="007610C6" w:rsidRDefault="007610C6" w:rsidP="007610C6"/>
    <w:p w14:paraId="66D959C3" w14:textId="77777777" w:rsidR="007610C6" w:rsidRDefault="007610C6" w:rsidP="007610C6"/>
    <w:p w14:paraId="3B558294" w14:textId="7C95CF45" w:rsidR="007610C6" w:rsidRDefault="007610C6" w:rsidP="007610C6">
      <w:pPr>
        <w:rPr>
          <w:b/>
          <w:bCs/>
          <w:noProof/>
          <w:lang w:bidi="he-IL"/>
        </w:rPr>
      </w:pPr>
    </w:p>
    <w:p w14:paraId="5A7F4174" w14:textId="77777777" w:rsidR="007610C6" w:rsidRDefault="007610C6" w:rsidP="007610C6">
      <w:pPr>
        <w:rPr>
          <w:b/>
          <w:bCs/>
          <w:noProof/>
          <w:lang w:bidi="he-IL"/>
        </w:rPr>
      </w:pPr>
    </w:p>
    <w:p w14:paraId="5EFEE93D" w14:textId="77777777" w:rsidR="007610C6" w:rsidRDefault="007610C6" w:rsidP="007610C6">
      <w:pPr>
        <w:rPr>
          <w:b/>
          <w:bCs/>
          <w:noProof/>
          <w:lang w:bidi="he-IL"/>
        </w:rPr>
      </w:pPr>
    </w:p>
    <w:p w14:paraId="7446AACA" w14:textId="77777777" w:rsidR="007610C6" w:rsidRDefault="007610C6" w:rsidP="007610C6">
      <w:pPr>
        <w:rPr>
          <w:b/>
          <w:bCs/>
          <w:noProof/>
          <w:lang w:bidi="he-IL"/>
        </w:rPr>
      </w:pPr>
    </w:p>
    <w:p w14:paraId="5612FB39" w14:textId="77777777" w:rsidR="007610C6" w:rsidRDefault="007610C6" w:rsidP="007610C6">
      <w:pPr>
        <w:rPr>
          <w:b/>
          <w:bCs/>
          <w:noProof/>
          <w:lang w:bidi="he-IL"/>
        </w:rPr>
      </w:pPr>
    </w:p>
    <w:p w14:paraId="313C8CA7" w14:textId="77777777" w:rsidR="007610C6" w:rsidRDefault="007610C6" w:rsidP="007610C6">
      <w:pPr>
        <w:rPr>
          <w:b/>
          <w:bCs/>
          <w:noProof/>
          <w:lang w:bidi="he-IL"/>
        </w:rPr>
      </w:pPr>
    </w:p>
    <w:p w14:paraId="7AECBF6D" w14:textId="77777777" w:rsidR="007610C6" w:rsidRDefault="007610C6" w:rsidP="007610C6">
      <w:pPr>
        <w:rPr>
          <w:b/>
          <w:bCs/>
          <w:noProof/>
          <w:lang w:bidi="he-IL"/>
        </w:rPr>
      </w:pPr>
    </w:p>
    <w:p w14:paraId="6778B3DA" w14:textId="77777777" w:rsidR="007610C6" w:rsidRDefault="007610C6" w:rsidP="007610C6">
      <w:pPr>
        <w:rPr>
          <w:b/>
          <w:bCs/>
          <w:noProof/>
          <w:lang w:bidi="he-IL"/>
        </w:rPr>
      </w:pPr>
    </w:p>
    <w:p w14:paraId="1C98AAC2" w14:textId="77777777" w:rsidR="007610C6" w:rsidRDefault="007610C6" w:rsidP="007610C6">
      <w:pPr>
        <w:rPr>
          <w:b/>
          <w:bCs/>
          <w:noProof/>
          <w:lang w:bidi="he-IL"/>
        </w:rPr>
      </w:pPr>
    </w:p>
    <w:p w14:paraId="27DB91EB" w14:textId="77777777" w:rsidR="007610C6" w:rsidRDefault="007610C6" w:rsidP="007610C6">
      <w:pPr>
        <w:rPr>
          <w:b/>
          <w:bCs/>
          <w:noProof/>
          <w:lang w:bidi="he-IL"/>
        </w:rPr>
      </w:pPr>
    </w:p>
    <w:p w14:paraId="2D79BC1D" w14:textId="77777777" w:rsidR="007610C6" w:rsidRDefault="007610C6" w:rsidP="007610C6">
      <w:pPr>
        <w:rPr>
          <w:b/>
          <w:bCs/>
          <w:noProof/>
          <w:lang w:bidi="he-IL"/>
        </w:rPr>
      </w:pPr>
    </w:p>
    <w:p w14:paraId="1FC68DA4" w14:textId="77777777" w:rsidR="00094FF0" w:rsidRDefault="00094FF0" w:rsidP="007610C6">
      <w:pPr>
        <w:rPr>
          <w:b/>
          <w:bCs/>
          <w:noProof/>
          <w:lang w:bidi="he-IL"/>
        </w:rPr>
      </w:pPr>
    </w:p>
    <w:p w14:paraId="323272E9" w14:textId="16926207" w:rsidR="007610C6" w:rsidRDefault="007610C6" w:rsidP="007610C6">
      <w:r>
        <w:rPr>
          <w:b/>
          <w:bCs/>
          <w:noProof/>
          <w:lang w:bidi="he-IL"/>
        </w:rPr>
        <w:t>Synthesis</w:t>
      </w:r>
      <w:r>
        <w:t xml:space="preserve"> – Write an argument </w:t>
      </w:r>
      <w:r w:rsidRPr="002A2D58">
        <w:rPr>
          <w:b/>
          <w:color w:val="0000FF"/>
        </w:rPr>
        <w:t>for or against</w:t>
      </w:r>
      <w:r>
        <w:t xml:space="preserve"> this statement: </w:t>
      </w:r>
      <w:r w:rsidR="002A2D58">
        <w:rPr>
          <w:color w:val="C00000"/>
        </w:rPr>
        <w:t xml:space="preserve">Both the Surrealists and the Aboriginal painters fail in their attempt to portray the subconscious dream state because by its nature art requires rational planning and therefore the images created are not actually from the subconscious. </w:t>
      </w:r>
      <w:r>
        <w:t xml:space="preserve">Choose a picture (or pictures) from the PP or the </w:t>
      </w:r>
      <w:r w:rsidR="00094FF0">
        <w:t>Internet</w:t>
      </w:r>
      <w:r>
        <w:t xml:space="preserve">, and make reference to the visual evidence to support your argument.  Also think of </w:t>
      </w:r>
      <w:r w:rsidR="002A2D58">
        <w:t>the culture in which each group of artists work and how that</w:t>
      </w:r>
      <w:r>
        <w:t xml:space="preserve"> might support your argument.</w:t>
      </w:r>
    </w:p>
    <w:p w14:paraId="546F2E55" w14:textId="77777777" w:rsidR="007610C6" w:rsidRDefault="007610C6" w:rsidP="007610C6">
      <w:r>
        <w:rPr>
          <w:b/>
          <w:bCs/>
          <w:noProof/>
          <w:lang w:eastAsia="en-US"/>
        </w:rPr>
        <mc:AlternateContent>
          <mc:Choice Requires="wps">
            <w:drawing>
              <wp:anchor distT="0" distB="0" distL="114300" distR="114300" simplePos="0" relativeHeight="251669504" behindDoc="0" locked="0" layoutInCell="1" allowOverlap="1" wp14:anchorId="5618292B" wp14:editId="77F02AB0">
                <wp:simplePos x="0" y="0"/>
                <wp:positionH relativeFrom="column">
                  <wp:posOffset>-238125</wp:posOffset>
                </wp:positionH>
                <wp:positionV relativeFrom="paragraph">
                  <wp:posOffset>2417445</wp:posOffset>
                </wp:positionV>
                <wp:extent cx="6962775" cy="5943600"/>
                <wp:effectExtent l="0" t="0" r="22225" b="2540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2775" cy="5943600"/>
                        </a:xfrm>
                        <a:prstGeom prst="rect">
                          <a:avLst/>
                        </a:prstGeom>
                        <a:solidFill>
                          <a:srgbClr val="FFFFFF"/>
                        </a:solidFill>
                        <a:ln w="9525">
                          <a:solidFill>
                            <a:srgbClr val="000000"/>
                          </a:solidFill>
                          <a:miter lim="800000"/>
                          <a:headEnd/>
                          <a:tailEnd/>
                        </a:ln>
                      </wps:spPr>
                      <wps:txbx>
                        <w:txbxContent>
                          <w:p w14:paraId="5BCD2D81" w14:textId="77777777" w:rsidR="00094FF0" w:rsidRDefault="00094FF0" w:rsidP="007610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18.7pt;margin-top:190.35pt;width:548.25pt;height:4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">
                <v:textbox>
                  <w:txbxContent>
                    <w:p w14:paraId="5BCD2D81" w14:textId="77777777" w:rsidR="007610C6" w:rsidRDefault="007610C6" w:rsidP="007610C6"/>
                  </w:txbxContent>
                </v:textbox>
              </v:shape>
            </w:pict>
          </mc:Fallback>
        </mc:AlternateContent>
      </w:r>
      <w:r>
        <w:rPr>
          <w:b/>
          <w:bCs/>
          <w:noProof/>
          <w:lang w:eastAsia="en-US"/>
        </w:rPr>
        <mc:AlternateContent>
          <mc:Choice Requires="wps">
            <w:drawing>
              <wp:anchor distT="0" distB="0" distL="114300" distR="114300" simplePos="0" relativeHeight="251668480" behindDoc="0" locked="0" layoutInCell="1" allowOverlap="1" wp14:anchorId="53A29A7F" wp14:editId="200DDE05">
                <wp:simplePos x="0" y="0"/>
                <wp:positionH relativeFrom="column">
                  <wp:posOffset>4505325</wp:posOffset>
                </wp:positionH>
                <wp:positionV relativeFrom="paragraph">
                  <wp:posOffset>36195</wp:posOffset>
                </wp:positionV>
                <wp:extent cx="2247900" cy="2200275"/>
                <wp:effectExtent l="0" t="0" r="38100" b="3492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200275"/>
                        </a:xfrm>
                        <a:prstGeom prst="rect">
                          <a:avLst/>
                        </a:prstGeom>
                        <a:solidFill>
                          <a:srgbClr val="FFFFFF"/>
                        </a:solidFill>
                        <a:ln w="9525">
                          <a:solidFill>
                            <a:srgbClr val="000000"/>
                          </a:solidFill>
                          <a:miter lim="800000"/>
                          <a:headEnd/>
                          <a:tailEnd/>
                        </a:ln>
                      </wps:spPr>
                      <wps:txbx>
                        <w:txbxContent>
                          <w:p w14:paraId="5F11C9A5" w14:textId="77777777" w:rsidR="00094FF0" w:rsidRDefault="00094FF0" w:rsidP="007610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margin-left:354.75pt;margin-top:2.85pt;width:177pt;height:17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">
                <v:textbox>
                  <w:txbxContent>
                    <w:p w14:paraId="5F11C9A5" w14:textId="77777777" w:rsidR="007610C6" w:rsidRDefault="007610C6" w:rsidP="007610C6"/>
                  </w:txbxContent>
                </v:textbox>
              </v:shape>
            </w:pict>
          </mc:Fallback>
        </mc:AlternateContent>
      </w:r>
      <w:r>
        <w:rPr>
          <w:b/>
          <w:bCs/>
          <w:noProof/>
          <w:lang w:eastAsia="en-US"/>
        </w:rPr>
        <mc:AlternateContent>
          <mc:Choice Requires="wps">
            <w:drawing>
              <wp:anchor distT="0" distB="0" distL="114300" distR="114300" simplePos="0" relativeHeight="251667456" behindDoc="0" locked="0" layoutInCell="1" allowOverlap="1" wp14:anchorId="4F0B1E29" wp14:editId="7890FB82">
                <wp:simplePos x="0" y="0"/>
                <wp:positionH relativeFrom="column">
                  <wp:posOffset>2057400</wp:posOffset>
                </wp:positionH>
                <wp:positionV relativeFrom="paragraph">
                  <wp:posOffset>74295</wp:posOffset>
                </wp:positionV>
                <wp:extent cx="2295525" cy="2133600"/>
                <wp:effectExtent l="0" t="0" r="15875" b="2540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2133600"/>
                        </a:xfrm>
                        <a:prstGeom prst="rect">
                          <a:avLst/>
                        </a:prstGeom>
                        <a:solidFill>
                          <a:srgbClr val="FFFFFF"/>
                        </a:solidFill>
                        <a:ln w="9525">
                          <a:solidFill>
                            <a:srgbClr val="000000"/>
                          </a:solidFill>
                          <a:miter lim="800000"/>
                          <a:headEnd/>
                          <a:tailEnd/>
                        </a:ln>
                      </wps:spPr>
                      <wps:txbx>
                        <w:txbxContent>
                          <w:p w14:paraId="4CE19595" w14:textId="77777777" w:rsidR="00094FF0" w:rsidRDefault="00094FF0" w:rsidP="007610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margin-left:162pt;margin-top:5.85pt;width:180.75pt;height:1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">
                <v:textbox>
                  <w:txbxContent>
                    <w:p w14:paraId="4CE19595" w14:textId="77777777" w:rsidR="007610C6" w:rsidRDefault="007610C6" w:rsidP="007610C6"/>
                  </w:txbxContent>
                </v:textbox>
              </v:shape>
            </w:pict>
          </mc:Fallback>
        </mc:AlternateContent>
      </w:r>
      <w:r>
        <w:rPr>
          <w:b/>
          <w:bCs/>
          <w:noProof/>
          <w:lang w:eastAsia="en-US"/>
        </w:rPr>
        <mc:AlternateContent>
          <mc:Choice Requires="wps">
            <w:drawing>
              <wp:anchor distT="0" distB="0" distL="114300" distR="114300" simplePos="0" relativeHeight="251666432" behindDoc="0" locked="0" layoutInCell="1" allowOverlap="1" wp14:anchorId="6D0DAAA7" wp14:editId="4058AF65">
                <wp:simplePos x="0" y="0"/>
                <wp:positionH relativeFrom="column">
                  <wp:posOffset>-152400</wp:posOffset>
                </wp:positionH>
                <wp:positionV relativeFrom="paragraph">
                  <wp:posOffset>74295</wp:posOffset>
                </wp:positionV>
                <wp:extent cx="1971675" cy="2143125"/>
                <wp:effectExtent l="0" t="0" r="34925" b="1587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143125"/>
                        </a:xfrm>
                        <a:prstGeom prst="rect">
                          <a:avLst/>
                        </a:prstGeom>
                        <a:solidFill>
                          <a:srgbClr val="FFFFFF"/>
                        </a:solidFill>
                        <a:ln w="9525">
                          <a:solidFill>
                            <a:srgbClr val="000000"/>
                          </a:solidFill>
                          <a:miter lim="800000"/>
                          <a:headEnd/>
                          <a:tailEnd/>
                        </a:ln>
                      </wps:spPr>
                      <wps:txbx>
                        <w:txbxContent>
                          <w:p w14:paraId="41BDDDAA" w14:textId="77777777" w:rsidR="00094FF0" w:rsidRDefault="00094FF0" w:rsidP="007610C6">
                            <w:r>
                              <w:t>You only need one pic, but you can use more if you want.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6" type="#_x0000_t202" style="position:absolute;margin-left:-11.95pt;margin-top:5.85pt;width:155.25pt;height:16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">
                <v:textbox>
                  <w:txbxContent>
                    <w:p w14:paraId="41BDDDAA" w14:textId="77777777" w:rsidR="007610C6" w:rsidRDefault="007610C6" w:rsidP="007610C6">
                      <w:r>
                        <w:t>You only need one pic, but you can use more if you want.</w:t>
                      </w:r>
                    </w:p>
                  </w:txbxContent>
                </v:textbox>
              </v:shape>
            </w:pict>
          </mc:Fallback>
        </mc:AlternateContent>
      </w:r>
    </w:p>
    <w:p w14:paraId="48515CFA" w14:textId="77777777" w:rsidR="007610C6" w:rsidRDefault="007610C6" w:rsidP="007610C6"/>
    <w:p w14:paraId="7468C473" w14:textId="77777777" w:rsidR="007610C6" w:rsidRDefault="007610C6" w:rsidP="007610C6"/>
    <w:p w14:paraId="7245639D" w14:textId="77777777" w:rsidR="00BF22CB" w:rsidRDefault="00BF22CB"/>
    <w:p w14:paraId="6B0B7757" w14:textId="77777777" w:rsidR="00BF22CB" w:rsidRDefault="00BF22CB"/>
    <w:p w14:paraId="31EE47CE" w14:textId="77777777" w:rsidR="00BF22CB" w:rsidRDefault="00BF22CB"/>
    <w:p w14:paraId="1D4585C7" w14:textId="77777777" w:rsidR="00BF22CB" w:rsidRDefault="00BF22CB"/>
    <w:p w14:paraId="0F29D1E7" w14:textId="77777777" w:rsidR="00BF22CB" w:rsidRDefault="00BF22CB"/>
    <w:p w14:paraId="52663DA5" w14:textId="77777777" w:rsidR="00BF22CB" w:rsidRDefault="00BF22CB"/>
    <w:p w14:paraId="3757BBA8" w14:textId="77777777" w:rsidR="00BF22CB" w:rsidRDefault="00BF22CB"/>
    <w:p w14:paraId="3BC6F845" w14:textId="77777777" w:rsidR="00BF22CB" w:rsidRDefault="00BF22CB"/>
    <w:p w14:paraId="5B2F398B" w14:textId="77777777" w:rsidR="00BF22CB" w:rsidRDefault="00BF22CB"/>
    <w:p w14:paraId="3DBF7877" w14:textId="77777777" w:rsidR="00BF22CB" w:rsidRDefault="00BF22CB"/>
    <w:p w14:paraId="757D4771" w14:textId="77777777" w:rsidR="00BF22CB" w:rsidRDefault="00BF22CB"/>
    <w:p w14:paraId="622AAE90" w14:textId="77777777" w:rsidR="00BF22CB" w:rsidRDefault="00BF22CB"/>
    <w:p w14:paraId="1A77B58A" w14:textId="77777777" w:rsidR="00BF22CB" w:rsidRDefault="00BF22CB"/>
    <w:p w14:paraId="7D7C1FD5" w14:textId="77777777" w:rsidR="00BF22CB" w:rsidRDefault="00BF22CB"/>
    <w:p w14:paraId="1DDE3122" w14:textId="77777777" w:rsidR="00BF22CB" w:rsidRDefault="00BF22CB"/>
    <w:p w14:paraId="700F977A" w14:textId="77777777" w:rsidR="00BF22CB" w:rsidRDefault="00BF22CB"/>
    <w:p w14:paraId="21331104" w14:textId="77777777" w:rsidR="00BF22CB" w:rsidRDefault="00BF22CB"/>
    <w:p w14:paraId="3F209D4C" w14:textId="77777777" w:rsidR="00BF22CB" w:rsidRDefault="00BF22CB"/>
    <w:p w14:paraId="613F3417" w14:textId="77777777" w:rsidR="00BF22CB" w:rsidRDefault="00BF22CB"/>
    <w:p w14:paraId="50BE3B22" w14:textId="77777777" w:rsidR="00BF22CB" w:rsidRDefault="00BF22CB"/>
    <w:p w14:paraId="2CEF6CF5" w14:textId="77777777" w:rsidR="00BF22CB" w:rsidRDefault="00BF22CB"/>
    <w:p w14:paraId="27F8998B" w14:textId="77777777" w:rsidR="00BF22CB" w:rsidRDefault="00BF22CB"/>
    <w:sectPr w:rsidR="00BF22CB" w:rsidSect="00872F12">
      <w:pgSz w:w="11907" w:h="16840" w:code="9"/>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C6"/>
    <w:rsid w:val="00094FF0"/>
    <w:rsid w:val="002A2D58"/>
    <w:rsid w:val="003573F9"/>
    <w:rsid w:val="005123BC"/>
    <w:rsid w:val="00515CC0"/>
    <w:rsid w:val="006127C5"/>
    <w:rsid w:val="007610C6"/>
    <w:rsid w:val="00872F12"/>
    <w:rsid w:val="00AC6307"/>
    <w:rsid w:val="00BF22CB"/>
    <w:rsid w:val="00C76421"/>
    <w:rsid w:val="00C842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97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2CB"/>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22CB"/>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F22CB"/>
    <w:pPr>
      <w:spacing w:after="0"/>
    </w:pPr>
    <w:rPr>
      <w:sz w:val="22"/>
      <w:szCs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2CB"/>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22CB"/>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F22CB"/>
    <w:pPr>
      <w:spacing w:after="0"/>
    </w:pPr>
    <w:rPr>
      <w:sz w:val="22"/>
      <w:szCs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1-12%20revised%20rubrics:Refl%20rubric%20page%20v2%20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BB2E7-3BF0-BC47-A3F7-5580BF9D4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Refl rubric page v2 2011.dotx</Template>
  <TotalTime>1</TotalTime>
  <Pages>4</Pages>
  <Words>196</Words>
  <Characters>1122</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2</cp:revision>
  <dcterms:created xsi:type="dcterms:W3CDTF">2013-09-04T02:59:00Z</dcterms:created>
  <dcterms:modified xsi:type="dcterms:W3CDTF">2013-09-04T02:59:00Z</dcterms:modified>
</cp:coreProperties>
</file>